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16D" w:rsidRPr="00C962DD" w:rsidRDefault="000D116D" w:rsidP="0049599E">
      <w:pPr>
        <w:rPr>
          <w:rFonts w:cs="Arial"/>
          <w:sz w:val="28"/>
        </w:rPr>
      </w:pPr>
      <w:r>
        <w:rPr>
          <w:rFonts w:cs="Arial"/>
          <w:sz w:val="28"/>
        </w:rPr>
        <w:t xml:space="preserve">   </w:t>
      </w:r>
      <w:r w:rsidRPr="00C962DD">
        <w:rPr>
          <w:rFonts w:cs="Arial"/>
          <w:sz w:val="28"/>
        </w:rPr>
        <w:t>PRACOWNIA    PROJEKTOWA     KONSTRUKCJI     BUDOWLANYCH</w:t>
      </w:r>
    </w:p>
    <w:p w:rsidR="000D116D" w:rsidRDefault="000D116D" w:rsidP="0049599E">
      <w:pPr>
        <w:jc w:val="center"/>
        <w:rPr>
          <w:rFonts w:ascii="Aryston" w:hAnsi="Aryston"/>
        </w:rPr>
      </w:pPr>
      <w:r>
        <w:rPr>
          <w:rFonts w:ascii="Aryston" w:hAnsi="Aryston"/>
          <w:sz w:val="32"/>
        </w:rPr>
        <w:t>Zenon Stachowski</w:t>
      </w:r>
    </w:p>
    <w:p w:rsidR="000D116D" w:rsidRPr="00C962DD" w:rsidRDefault="000D116D" w:rsidP="0049599E">
      <w:pPr>
        <w:rPr>
          <w:rFonts w:cs="Arial"/>
          <w:lang w:val="de-DE"/>
        </w:rPr>
      </w:pPr>
      <w:r w:rsidRPr="00C962DD">
        <w:rPr>
          <w:rFonts w:cs="Arial"/>
        </w:rPr>
        <w:t>60-461 Poznań, ul. Rypińska 5</w:t>
      </w:r>
      <w:r w:rsidRPr="00C962DD">
        <w:rPr>
          <w:rFonts w:cs="Arial"/>
          <w:lang w:val="de-DE"/>
        </w:rPr>
        <w:t xml:space="preserve">                                                      tel/fax  61 82 77 675</w:t>
      </w:r>
    </w:p>
    <w:p w:rsidR="000D116D" w:rsidRPr="00C962DD" w:rsidRDefault="000D116D" w:rsidP="0049599E">
      <w:pPr>
        <w:pBdr>
          <w:bottom w:val="double" w:sz="6" w:space="1" w:color="auto"/>
        </w:pBdr>
        <w:rPr>
          <w:rFonts w:cs="Arial"/>
          <w:lang w:val="de-DE"/>
        </w:rPr>
      </w:pPr>
    </w:p>
    <w:p w:rsidR="000D116D" w:rsidRPr="00C962DD" w:rsidRDefault="000D116D" w:rsidP="0049599E">
      <w:pPr>
        <w:jc w:val="center"/>
        <w:rPr>
          <w:rFonts w:cs="Arial"/>
          <w:lang w:val="de-DE"/>
        </w:rPr>
      </w:pPr>
    </w:p>
    <w:p w:rsidR="000D116D" w:rsidRPr="00C962DD" w:rsidRDefault="000D116D" w:rsidP="0049599E">
      <w:pPr>
        <w:rPr>
          <w:rFonts w:cs="Arial"/>
        </w:rPr>
      </w:pPr>
      <w:r w:rsidRPr="00C962DD">
        <w:rPr>
          <w:rFonts w:cs="Arial"/>
          <w:i/>
          <w:iCs/>
        </w:rPr>
        <w:t xml:space="preserve">Inwestor :   </w:t>
      </w:r>
      <w:r w:rsidRPr="00C962DD">
        <w:rPr>
          <w:rFonts w:cs="Arial"/>
        </w:rPr>
        <w:t xml:space="preserve">                                     MIASTO LESZNO</w:t>
      </w:r>
      <w:r w:rsidRPr="00C962DD">
        <w:rPr>
          <w:rFonts w:cs="Arial"/>
        </w:rPr>
        <w:tab/>
      </w:r>
      <w:r w:rsidRPr="00C962DD">
        <w:rPr>
          <w:rFonts w:cs="Arial"/>
        </w:rPr>
        <w:tab/>
      </w:r>
    </w:p>
    <w:p w:rsidR="000D116D" w:rsidRPr="00C962DD" w:rsidRDefault="000D116D" w:rsidP="0049599E">
      <w:pPr>
        <w:rPr>
          <w:rFonts w:cs="Arial"/>
        </w:rPr>
      </w:pPr>
      <w:r w:rsidRPr="00C962DD">
        <w:rPr>
          <w:rFonts w:cs="Arial"/>
        </w:rPr>
        <w:tab/>
      </w:r>
      <w:r w:rsidRPr="00C962DD">
        <w:rPr>
          <w:rFonts w:cs="Arial"/>
        </w:rPr>
        <w:tab/>
        <w:t xml:space="preserve">      UL. KAZIMIERZA KARASIA 14, 64-100 LESZNO</w:t>
      </w:r>
    </w:p>
    <w:p w:rsidR="000D116D" w:rsidRPr="00C962DD" w:rsidRDefault="000D116D" w:rsidP="0049599E">
      <w:pPr>
        <w:jc w:val="center"/>
        <w:rPr>
          <w:rFonts w:cs="Arial"/>
        </w:rPr>
      </w:pPr>
    </w:p>
    <w:p w:rsidR="000D116D" w:rsidRPr="00C962DD" w:rsidRDefault="000D116D" w:rsidP="0049599E">
      <w:pPr>
        <w:rPr>
          <w:rFonts w:cs="Arial"/>
          <w:i/>
          <w:iCs/>
        </w:rPr>
      </w:pPr>
      <w:r w:rsidRPr="00C962DD">
        <w:rPr>
          <w:rFonts w:cs="Arial"/>
          <w:i/>
          <w:iCs/>
        </w:rPr>
        <w:t>Stadium projektowe :</w:t>
      </w:r>
    </w:p>
    <w:p w:rsidR="000D116D" w:rsidRPr="00C962DD" w:rsidRDefault="000D116D" w:rsidP="0049599E">
      <w:pPr>
        <w:jc w:val="center"/>
        <w:rPr>
          <w:rFonts w:cs="Arial"/>
        </w:rPr>
      </w:pPr>
    </w:p>
    <w:p w:rsidR="000D116D" w:rsidRPr="00C962DD" w:rsidRDefault="000D116D" w:rsidP="0049599E">
      <w:pPr>
        <w:jc w:val="center"/>
        <w:rPr>
          <w:rFonts w:cs="Arial"/>
          <w:b/>
          <w:sz w:val="32"/>
        </w:rPr>
      </w:pPr>
      <w:r>
        <w:rPr>
          <w:rFonts w:cs="Arial"/>
          <w:b/>
          <w:sz w:val="32"/>
        </w:rPr>
        <w:t>PROJEKT BUDOWLANY</w:t>
      </w:r>
    </w:p>
    <w:p w:rsidR="000D116D" w:rsidRPr="00C962DD" w:rsidRDefault="000D116D" w:rsidP="0049599E">
      <w:pPr>
        <w:jc w:val="center"/>
        <w:rPr>
          <w:rFonts w:cs="Arial"/>
          <w:b/>
          <w:sz w:val="32"/>
        </w:rPr>
      </w:pPr>
    </w:p>
    <w:p w:rsidR="000D116D" w:rsidRPr="00C962DD" w:rsidRDefault="000D116D" w:rsidP="0049599E">
      <w:pPr>
        <w:rPr>
          <w:rFonts w:cs="Arial"/>
          <w:b/>
          <w:sz w:val="32"/>
        </w:rPr>
      </w:pPr>
      <w:r w:rsidRPr="00C962DD">
        <w:rPr>
          <w:rFonts w:cs="Arial"/>
          <w:i/>
          <w:iCs/>
        </w:rPr>
        <w:t>Zamierzenie budowlane :</w:t>
      </w:r>
    </w:p>
    <w:p w:rsidR="000D116D" w:rsidRPr="00C962DD" w:rsidRDefault="000D116D" w:rsidP="0049599E">
      <w:pPr>
        <w:jc w:val="center"/>
        <w:rPr>
          <w:rFonts w:cs="Arial"/>
          <w:b/>
        </w:rPr>
      </w:pPr>
      <w:r w:rsidRPr="00C962DD">
        <w:rPr>
          <w:rFonts w:cs="Arial"/>
          <w:b/>
          <w:sz w:val="28"/>
        </w:rPr>
        <w:tab/>
      </w:r>
      <w:r w:rsidRPr="00C962DD">
        <w:rPr>
          <w:rFonts w:cs="Arial"/>
          <w:b/>
        </w:rPr>
        <w:t xml:space="preserve">PRZEBUDOWA DROGI KRAJOWEJ NR 12 </w:t>
      </w:r>
    </w:p>
    <w:p w:rsidR="000D116D" w:rsidRPr="00C962DD" w:rsidRDefault="000D116D" w:rsidP="0049599E">
      <w:pPr>
        <w:jc w:val="center"/>
        <w:rPr>
          <w:rFonts w:cs="Arial"/>
          <w:b/>
        </w:rPr>
      </w:pPr>
      <w:r w:rsidRPr="00C962DD">
        <w:rPr>
          <w:rFonts w:cs="Arial"/>
          <w:b/>
        </w:rPr>
        <w:t xml:space="preserve">   GRANICACH MIASTA LESZNA</w:t>
      </w:r>
    </w:p>
    <w:p w:rsidR="000D116D" w:rsidRPr="00C962DD" w:rsidRDefault="000D116D" w:rsidP="0049599E">
      <w:pPr>
        <w:rPr>
          <w:rFonts w:cs="Arial"/>
          <w:i/>
          <w:iCs/>
        </w:rPr>
      </w:pPr>
    </w:p>
    <w:p w:rsidR="000D116D" w:rsidRPr="00C962DD" w:rsidRDefault="000D116D" w:rsidP="0049599E">
      <w:pPr>
        <w:rPr>
          <w:rFonts w:cs="Arial"/>
          <w:i/>
          <w:iCs/>
        </w:rPr>
      </w:pPr>
      <w:r w:rsidRPr="00C962DD">
        <w:rPr>
          <w:rFonts w:cs="Arial"/>
          <w:i/>
          <w:iCs/>
        </w:rPr>
        <w:t>Obiekt budowlany :</w:t>
      </w:r>
    </w:p>
    <w:p w:rsidR="000D116D" w:rsidRPr="00C962DD" w:rsidRDefault="000D116D" w:rsidP="0049599E">
      <w:pPr>
        <w:jc w:val="center"/>
        <w:rPr>
          <w:rFonts w:cs="Arial"/>
          <w:b/>
        </w:rPr>
      </w:pPr>
      <w:r w:rsidRPr="00C962DD">
        <w:rPr>
          <w:rFonts w:cs="Arial"/>
          <w:b/>
        </w:rPr>
        <w:t>Rozbudowa Alei Jana Pawła II – odcinek C + D</w:t>
      </w:r>
    </w:p>
    <w:p w:rsidR="000D116D" w:rsidRPr="00C962DD" w:rsidRDefault="000D116D" w:rsidP="0049599E">
      <w:pPr>
        <w:jc w:val="center"/>
        <w:rPr>
          <w:rFonts w:cs="Arial"/>
          <w:b/>
        </w:rPr>
      </w:pPr>
    </w:p>
    <w:p w:rsidR="000D116D" w:rsidRPr="00C962DD" w:rsidRDefault="000D116D" w:rsidP="0049599E">
      <w:pPr>
        <w:rPr>
          <w:rFonts w:cs="Arial"/>
          <w:i/>
          <w:iCs/>
        </w:rPr>
      </w:pPr>
      <w:r w:rsidRPr="00C962DD">
        <w:rPr>
          <w:rFonts w:cs="Arial"/>
          <w:i/>
          <w:iCs/>
        </w:rPr>
        <w:t>Nazwa opracowania :</w:t>
      </w:r>
    </w:p>
    <w:p w:rsidR="000D116D" w:rsidRPr="00C962DD" w:rsidRDefault="000D116D" w:rsidP="0049599E">
      <w:pPr>
        <w:rPr>
          <w:rFonts w:cs="Arial"/>
          <w:i/>
          <w:iCs/>
        </w:rPr>
      </w:pPr>
    </w:p>
    <w:p w:rsidR="000D116D" w:rsidRPr="00C962DD" w:rsidRDefault="000D116D" w:rsidP="0049599E">
      <w:pPr>
        <w:jc w:val="center"/>
        <w:rPr>
          <w:rFonts w:cs="Arial"/>
          <w:sz w:val="28"/>
          <w:szCs w:val="28"/>
        </w:rPr>
      </w:pPr>
      <w:r w:rsidRPr="00C962DD">
        <w:rPr>
          <w:rFonts w:cs="Arial"/>
          <w:sz w:val="28"/>
          <w:szCs w:val="28"/>
        </w:rPr>
        <w:t xml:space="preserve">REMONT PRZEJŚCIA PODZIEMNEGO W CIĄGU DK NR 12 </w:t>
      </w:r>
    </w:p>
    <w:p w:rsidR="000D116D" w:rsidRPr="00C962DD" w:rsidRDefault="000D116D" w:rsidP="0049599E">
      <w:pPr>
        <w:jc w:val="center"/>
        <w:rPr>
          <w:rFonts w:cs="Arial"/>
          <w:sz w:val="28"/>
          <w:szCs w:val="28"/>
        </w:rPr>
      </w:pPr>
      <w:r w:rsidRPr="00C962DD">
        <w:rPr>
          <w:rFonts w:cs="Arial"/>
          <w:sz w:val="28"/>
          <w:szCs w:val="28"/>
        </w:rPr>
        <w:t>PRZY SZKOLE PODSTAWOWEJ NR 7 W LESZNIE</w:t>
      </w:r>
    </w:p>
    <w:p w:rsidR="000D116D" w:rsidRDefault="000D116D" w:rsidP="0049599E">
      <w:pPr>
        <w:rPr>
          <w:rFonts w:cs="Arial"/>
          <w:i/>
          <w:iCs/>
        </w:rPr>
      </w:pPr>
    </w:p>
    <w:p w:rsidR="000D116D" w:rsidRDefault="000D116D" w:rsidP="0049599E">
      <w:pPr>
        <w:rPr>
          <w:rFonts w:cs="Arial"/>
          <w:i/>
          <w:iCs/>
        </w:rPr>
      </w:pPr>
    </w:p>
    <w:p w:rsidR="000D116D" w:rsidRPr="00C962DD" w:rsidRDefault="000D116D" w:rsidP="0049599E">
      <w:pPr>
        <w:rPr>
          <w:rFonts w:cs="Arial"/>
          <w:i/>
          <w:iCs/>
        </w:rPr>
      </w:pPr>
      <w:r>
        <w:rPr>
          <w:rFonts w:cs="Arial"/>
          <w:i/>
          <w:iCs/>
        </w:rPr>
        <w:t>Zawartość :</w:t>
      </w:r>
    </w:p>
    <w:p w:rsidR="000D116D" w:rsidRPr="0003661A" w:rsidRDefault="000D116D" w:rsidP="0049599E">
      <w:pPr>
        <w:pStyle w:val="wypenienie"/>
        <w:snapToGrid w:val="0"/>
        <w:ind w:firstLine="2268"/>
        <w:rPr>
          <w:rFonts w:ascii="Arial" w:hAnsi="Arial"/>
          <w:spacing w:val="-10"/>
          <w:szCs w:val="24"/>
        </w:rPr>
      </w:pPr>
      <w:r>
        <w:rPr>
          <w:rFonts w:ascii="Arial" w:hAnsi="Arial"/>
          <w:spacing w:val="-10"/>
          <w:szCs w:val="24"/>
        </w:rPr>
        <w:t>PRZEDMIAR ROBÓT</w:t>
      </w:r>
    </w:p>
    <w:p w:rsidR="000D116D" w:rsidRPr="00C962DD" w:rsidRDefault="000D116D" w:rsidP="0049599E">
      <w:pPr>
        <w:tabs>
          <w:tab w:val="left" w:pos="3119"/>
        </w:tabs>
        <w:rPr>
          <w:rFonts w:cs="Arial"/>
          <w:b/>
        </w:rPr>
      </w:pPr>
      <w:r w:rsidRPr="00C962DD">
        <w:rPr>
          <w:rFonts w:cs="Arial"/>
          <w:bCs/>
          <w:i/>
          <w:iCs/>
        </w:rPr>
        <w:tab/>
      </w:r>
      <w:r w:rsidRPr="00C962DD">
        <w:rPr>
          <w:rFonts w:cs="Arial"/>
          <w:bCs/>
          <w:i/>
          <w:iCs/>
        </w:rPr>
        <w:tab/>
      </w:r>
      <w:r w:rsidRPr="00C962DD">
        <w:rPr>
          <w:rFonts w:cs="Arial"/>
          <w:b/>
        </w:rPr>
        <w:tab/>
      </w:r>
      <w:r w:rsidRPr="00C962DD">
        <w:rPr>
          <w:rFonts w:cs="Arial"/>
          <w:b/>
        </w:rPr>
        <w:tab/>
      </w: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03661A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8442D5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tbl>
      <w:tblPr>
        <w:tblW w:w="9075" w:type="dxa"/>
        <w:tblInd w:w="21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083"/>
        <w:gridCol w:w="992"/>
      </w:tblGrid>
      <w:tr w:rsidR="000D116D" w:rsidRPr="00C962DD" w:rsidTr="00633C57">
        <w:tc>
          <w:tcPr>
            <w:tcW w:w="8083" w:type="dxa"/>
          </w:tcPr>
          <w:p w:rsidR="000D116D" w:rsidRPr="00C962DD" w:rsidRDefault="000D116D" w:rsidP="00633C57">
            <w:pPr>
              <w:rPr>
                <w:rFonts w:cs="Arial"/>
                <w:b/>
              </w:rPr>
            </w:pPr>
            <w:r w:rsidRPr="00C962DD">
              <w:rPr>
                <w:rFonts w:cs="Arial"/>
                <w:b/>
              </w:rPr>
              <w:t xml:space="preserve"> </w:t>
            </w:r>
          </w:p>
          <w:p w:rsidR="000D116D" w:rsidRPr="00C962DD" w:rsidRDefault="000D116D" w:rsidP="00633C57">
            <w:pPr>
              <w:rPr>
                <w:rFonts w:cs="Arial"/>
                <w:b/>
              </w:rPr>
            </w:pPr>
            <w:r w:rsidRPr="00C962DD">
              <w:rPr>
                <w:rFonts w:cs="Arial"/>
                <w:b/>
              </w:rPr>
              <w:t>NR UMOWY :</w:t>
            </w:r>
            <w:r w:rsidRPr="00C962DD">
              <w:rPr>
                <w:rFonts w:cs="Arial"/>
                <w:b/>
              </w:rPr>
              <w:tab/>
              <w:t xml:space="preserve">  MZD-BPU.272.8.2014                                  Nr egzemplarza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16D" w:rsidRPr="00C962DD" w:rsidRDefault="000D116D" w:rsidP="00633C57">
            <w:pPr>
              <w:rPr>
                <w:rFonts w:cs="Arial"/>
                <w:b/>
              </w:rPr>
            </w:pPr>
          </w:p>
          <w:p w:rsidR="000D116D" w:rsidRPr="00F678D5" w:rsidRDefault="000D116D" w:rsidP="00F678D5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2</w:t>
            </w:r>
          </w:p>
          <w:p w:rsidR="000D116D" w:rsidRPr="00C962DD" w:rsidRDefault="000D116D" w:rsidP="00633C57">
            <w:pPr>
              <w:rPr>
                <w:rFonts w:cs="Arial"/>
                <w:b/>
              </w:rPr>
            </w:pPr>
          </w:p>
        </w:tc>
      </w:tr>
    </w:tbl>
    <w:p w:rsidR="000D116D" w:rsidRDefault="000D116D" w:rsidP="008442D5">
      <w:pPr>
        <w:pStyle w:val="wypenienie"/>
        <w:snapToGrid w:val="0"/>
        <w:ind w:firstLine="2268"/>
        <w:rPr>
          <w:rFonts w:ascii="Arial" w:hAnsi="Arial"/>
          <w:spacing w:val="-10"/>
          <w:sz w:val="22"/>
        </w:rPr>
      </w:pPr>
    </w:p>
    <w:p w:rsidR="000D116D" w:rsidRDefault="000D116D" w:rsidP="0049599E">
      <w:pPr>
        <w:jc w:val="center"/>
      </w:pPr>
      <w:r w:rsidRPr="00C962DD">
        <w:rPr>
          <w:rFonts w:cs="Arial"/>
        </w:rPr>
        <w:t>POZNAŃ , WRZESIEŃ 2014 r</w:t>
      </w:r>
    </w:p>
    <w:sectPr w:rsidR="000D116D" w:rsidSect="00496147">
      <w:pgSz w:w="11907" w:h="16840" w:code="9"/>
      <w:pgMar w:top="1134" w:right="1134" w:bottom="1134" w:left="1134" w:header="567" w:footer="567" w:gutter="284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yston">
    <w:panose1 w:val="020B0500000000000000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80412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C6111DD"/>
    <w:multiLevelType w:val="multilevel"/>
    <w:tmpl w:val="9EEAEF02"/>
    <w:lvl w:ilvl="0">
      <w:start w:val="1"/>
      <w:numFmt w:val="decimal"/>
      <w:lvlText w:val="%1."/>
      <w:lvlJc w:val="left"/>
      <w:pPr>
        <w:tabs>
          <w:tab w:val="num" w:pos="-229"/>
        </w:tabs>
        <w:ind w:left="-173" w:hanging="907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13"/>
        </w:tabs>
        <w:ind w:left="-173" w:hanging="907"/>
      </w:pPr>
      <w:rPr>
        <w:rFonts w:ascii="Arial" w:hAnsi="Arial" w:cs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400"/>
        </w:tabs>
        <w:ind w:left="-173" w:hanging="90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-173" w:firstLine="173"/>
      </w:pPr>
      <w:rPr>
        <w:rFonts w:ascii="Arial" w:hAnsi="Arial" w:cs="Times New Roman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16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6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240" w:hanging="1440"/>
      </w:pPr>
      <w:rPr>
        <w:rFonts w:cs="Times New Roman" w:hint="default"/>
      </w:rPr>
    </w:lvl>
  </w:abstractNum>
  <w:abstractNum w:abstractNumId="2">
    <w:nsid w:val="24A90EE5"/>
    <w:multiLevelType w:val="hybridMultilevel"/>
    <w:tmpl w:val="255EF752"/>
    <w:lvl w:ilvl="0" w:tplc="BAD8A6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E55255"/>
    <w:multiLevelType w:val="hybridMultilevel"/>
    <w:tmpl w:val="DDAEF672"/>
    <w:lvl w:ilvl="0" w:tplc="FC8296A2">
      <w:start w:val="1"/>
      <w:numFmt w:val="bullet"/>
      <w:pStyle w:val="ListParagraph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9346B6"/>
    <w:multiLevelType w:val="multilevel"/>
    <w:tmpl w:val="8E2CD972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907" w:hanging="907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907" w:hanging="907"/>
      </w:pPr>
      <w:rPr>
        <w:rFonts w:ascii="Arial" w:hAnsi="Arial" w:cs="Times New Roman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907" w:hanging="907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>
    <w:nsid w:val="61B11331"/>
    <w:multiLevelType w:val="hybridMultilevel"/>
    <w:tmpl w:val="211ED1F0"/>
    <w:lvl w:ilvl="0" w:tplc="21E8383C">
      <w:start w:val="1"/>
      <w:numFmt w:val="lowerLetter"/>
      <w:pStyle w:val="leszno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4"/>
  </w:num>
  <w:num w:numId="17">
    <w:abstractNumId w:val="4"/>
  </w:num>
  <w:num w:numId="18">
    <w:abstractNumId w:val="4"/>
  </w:num>
  <w:num w:numId="19">
    <w:abstractNumId w:val="1"/>
  </w:num>
  <w:num w:numId="20">
    <w:abstractNumId w:val="3"/>
  </w:num>
  <w:num w:numId="21">
    <w:abstractNumId w:val="5"/>
  </w:num>
  <w:num w:numId="22">
    <w:abstractNumId w:val="4"/>
  </w:num>
  <w:num w:numId="23">
    <w:abstractNumId w:val="4"/>
  </w:num>
  <w:num w:numId="24">
    <w:abstractNumId w:val="4"/>
  </w:num>
  <w:num w:numId="25">
    <w:abstractNumId w:val="1"/>
  </w:num>
  <w:num w:numId="26">
    <w:abstractNumId w:val="3"/>
  </w:num>
  <w:num w:numId="27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stylePaneFormatFilter w:val="3F01"/>
  <w:defaultTabStop w:val="708"/>
  <w:hyphenationZone w:val="425"/>
  <w:evenAndOddHeaders/>
  <w:drawingGridHorizontalSpacing w:val="110"/>
  <w:drawingGridVerticalSpacing w:val="299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99E"/>
    <w:rsid w:val="00001082"/>
    <w:rsid w:val="00002250"/>
    <w:rsid w:val="00003855"/>
    <w:rsid w:val="00003D8F"/>
    <w:rsid w:val="00007703"/>
    <w:rsid w:val="00007BC3"/>
    <w:rsid w:val="00010118"/>
    <w:rsid w:val="000136AB"/>
    <w:rsid w:val="00015BCC"/>
    <w:rsid w:val="00016366"/>
    <w:rsid w:val="000172A9"/>
    <w:rsid w:val="00020399"/>
    <w:rsid w:val="0002128C"/>
    <w:rsid w:val="00021EBC"/>
    <w:rsid w:val="00024B32"/>
    <w:rsid w:val="00026D11"/>
    <w:rsid w:val="000307FE"/>
    <w:rsid w:val="00030E78"/>
    <w:rsid w:val="00031A80"/>
    <w:rsid w:val="00035AA3"/>
    <w:rsid w:val="0003661A"/>
    <w:rsid w:val="000366CF"/>
    <w:rsid w:val="00037C15"/>
    <w:rsid w:val="00037E8A"/>
    <w:rsid w:val="00040A6D"/>
    <w:rsid w:val="000410B9"/>
    <w:rsid w:val="00042ECC"/>
    <w:rsid w:val="00046106"/>
    <w:rsid w:val="00050602"/>
    <w:rsid w:val="00052104"/>
    <w:rsid w:val="00056BCA"/>
    <w:rsid w:val="0006276E"/>
    <w:rsid w:val="00062BDE"/>
    <w:rsid w:val="00062E5A"/>
    <w:rsid w:val="00064376"/>
    <w:rsid w:val="0006701C"/>
    <w:rsid w:val="00067F20"/>
    <w:rsid w:val="000704E2"/>
    <w:rsid w:val="00070B14"/>
    <w:rsid w:val="000742A4"/>
    <w:rsid w:val="00076E32"/>
    <w:rsid w:val="00077D19"/>
    <w:rsid w:val="00080B78"/>
    <w:rsid w:val="00080BB6"/>
    <w:rsid w:val="00082CBD"/>
    <w:rsid w:val="000869C8"/>
    <w:rsid w:val="000870AA"/>
    <w:rsid w:val="000872FF"/>
    <w:rsid w:val="000873AF"/>
    <w:rsid w:val="000914F4"/>
    <w:rsid w:val="000915CC"/>
    <w:rsid w:val="00091CEE"/>
    <w:rsid w:val="00096396"/>
    <w:rsid w:val="00096F85"/>
    <w:rsid w:val="00097430"/>
    <w:rsid w:val="000A03E3"/>
    <w:rsid w:val="000A1370"/>
    <w:rsid w:val="000A18CE"/>
    <w:rsid w:val="000A2223"/>
    <w:rsid w:val="000A307D"/>
    <w:rsid w:val="000A7967"/>
    <w:rsid w:val="000A7D87"/>
    <w:rsid w:val="000B061F"/>
    <w:rsid w:val="000B127B"/>
    <w:rsid w:val="000B3394"/>
    <w:rsid w:val="000B46FD"/>
    <w:rsid w:val="000B549A"/>
    <w:rsid w:val="000B642E"/>
    <w:rsid w:val="000B6C81"/>
    <w:rsid w:val="000C0F17"/>
    <w:rsid w:val="000C48CF"/>
    <w:rsid w:val="000C4CE1"/>
    <w:rsid w:val="000C5493"/>
    <w:rsid w:val="000C5CBA"/>
    <w:rsid w:val="000C67B1"/>
    <w:rsid w:val="000D116D"/>
    <w:rsid w:val="000D308F"/>
    <w:rsid w:val="000D49BD"/>
    <w:rsid w:val="000D77CD"/>
    <w:rsid w:val="000D7E99"/>
    <w:rsid w:val="000E218E"/>
    <w:rsid w:val="000E273A"/>
    <w:rsid w:val="000E3671"/>
    <w:rsid w:val="000E3A02"/>
    <w:rsid w:val="000E3ADD"/>
    <w:rsid w:val="000E4871"/>
    <w:rsid w:val="000E4DB4"/>
    <w:rsid w:val="000E4F43"/>
    <w:rsid w:val="000E5D4B"/>
    <w:rsid w:val="000E5F99"/>
    <w:rsid w:val="000E6828"/>
    <w:rsid w:val="000F0A68"/>
    <w:rsid w:val="000F22F9"/>
    <w:rsid w:val="000F2C6E"/>
    <w:rsid w:val="000F3D3C"/>
    <w:rsid w:val="000F3E16"/>
    <w:rsid w:val="000F732D"/>
    <w:rsid w:val="000F74B7"/>
    <w:rsid w:val="00103E08"/>
    <w:rsid w:val="001063C4"/>
    <w:rsid w:val="00106819"/>
    <w:rsid w:val="00112680"/>
    <w:rsid w:val="00112E02"/>
    <w:rsid w:val="001133BE"/>
    <w:rsid w:val="00114DCF"/>
    <w:rsid w:val="001151D7"/>
    <w:rsid w:val="00115EE8"/>
    <w:rsid w:val="001161BE"/>
    <w:rsid w:val="00116F52"/>
    <w:rsid w:val="00123296"/>
    <w:rsid w:val="00125809"/>
    <w:rsid w:val="0012628E"/>
    <w:rsid w:val="00127DCD"/>
    <w:rsid w:val="00131170"/>
    <w:rsid w:val="00133EF4"/>
    <w:rsid w:val="00133F2B"/>
    <w:rsid w:val="001371C8"/>
    <w:rsid w:val="0013750B"/>
    <w:rsid w:val="00140343"/>
    <w:rsid w:val="0014249A"/>
    <w:rsid w:val="001433C5"/>
    <w:rsid w:val="00146815"/>
    <w:rsid w:val="00147A30"/>
    <w:rsid w:val="00154A15"/>
    <w:rsid w:val="0015504F"/>
    <w:rsid w:val="00157670"/>
    <w:rsid w:val="00157A00"/>
    <w:rsid w:val="001611B7"/>
    <w:rsid w:val="00161FC9"/>
    <w:rsid w:val="001621A1"/>
    <w:rsid w:val="00163055"/>
    <w:rsid w:val="00165ADF"/>
    <w:rsid w:val="0016708B"/>
    <w:rsid w:val="001710B2"/>
    <w:rsid w:val="00171507"/>
    <w:rsid w:val="00173D8C"/>
    <w:rsid w:val="00174B5F"/>
    <w:rsid w:val="001750A7"/>
    <w:rsid w:val="00176D8B"/>
    <w:rsid w:val="00177EA6"/>
    <w:rsid w:val="00180A92"/>
    <w:rsid w:val="001907E7"/>
    <w:rsid w:val="00190A91"/>
    <w:rsid w:val="00191C72"/>
    <w:rsid w:val="00192BF8"/>
    <w:rsid w:val="00193826"/>
    <w:rsid w:val="00194EED"/>
    <w:rsid w:val="00196854"/>
    <w:rsid w:val="0019730B"/>
    <w:rsid w:val="001A2F52"/>
    <w:rsid w:val="001A2F58"/>
    <w:rsid w:val="001A3643"/>
    <w:rsid w:val="001A4E75"/>
    <w:rsid w:val="001A6167"/>
    <w:rsid w:val="001A6460"/>
    <w:rsid w:val="001A710A"/>
    <w:rsid w:val="001B0DAF"/>
    <w:rsid w:val="001B1475"/>
    <w:rsid w:val="001B3678"/>
    <w:rsid w:val="001B5A58"/>
    <w:rsid w:val="001B6546"/>
    <w:rsid w:val="001B7176"/>
    <w:rsid w:val="001C1996"/>
    <w:rsid w:val="001C3BAA"/>
    <w:rsid w:val="001C54E9"/>
    <w:rsid w:val="001C5C5E"/>
    <w:rsid w:val="001D5E5B"/>
    <w:rsid w:val="001D63FC"/>
    <w:rsid w:val="001E541C"/>
    <w:rsid w:val="001E7C05"/>
    <w:rsid w:val="001F3580"/>
    <w:rsid w:val="001F3AE0"/>
    <w:rsid w:val="001F4BDE"/>
    <w:rsid w:val="001F6045"/>
    <w:rsid w:val="002006AE"/>
    <w:rsid w:val="00200C7B"/>
    <w:rsid w:val="00203038"/>
    <w:rsid w:val="002035A7"/>
    <w:rsid w:val="002043D0"/>
    <w:rsid w:val="00204DFB"/>
    <w:rsid w:val="002060E6"/>
    <w:rsid w:val="00207F33"/>
    <w:rsid w:val="00211151"/>
    <w:rsid w:val="00212D60"/>
    <w:rsid w:val="0021527B"/>
    <w:rsid w:val="00220092"/>
    <w:rsid w:val="00221322"/>
    <w:rsid w:val="00222234"/>
    <w:rsid w:val="002262F8"/>
    <w:rsid w:val="002272C0"/>
    <w:rsid w:val="002272CE"/>
    <w:rsid w:val="002303DE"/>
    <w:rsid w:val="00232154"/>
    <w:rsid w:val="00232D92"/>
    <w:rsid w:val="00234E23"/>
    <w:rsid w:val="002367FD"/>
    <w:rsid w:val="002409BC"/>
    <w:rsid w:val="00240B2D"/>
    <w:rsid w:val="002413A9"/>
    <w:rsid w:val="00243E2C"/>
    <w:rsid w:val="00251625"/>
    <w:rsid w:val="00253945"/>
    <w:rsid w:val="002554B1"/>
    <w:rsid w:val="0025601B"/>
    <w:rsid w:val="00256CE9"/>
    <w:rsid w:val="0026003A"/>
    <w:rsid w:val="002705B1"/>
    <w:rsid w:val="00271E54"/>
    <w:rsid w:val="00272F7F"/>
    <w:rsid w:val="0027595F"/>
    <w:rsid w:val="0028077D"/>
    <w:rsid w:val="00283EBE"/>
    <w:rsid w:val="002877C1"/>
    <w:rsid w:val="002910AE"/>
    <w:rsid w:val="002915FF"/>
    <w:rsid w:val="002935A4"/>
    <w:rsid w:val="00294A2D"/>
    <w:rsid w:val="0029531D"/>
    <w:rsid w:val="0029678C"/>
    <w:rsid w:val="002A0451"/>
    <w:rsid w:val="002A3183"/>
    <w:rsid w:val="002A33BA"/>
    <w:rsid w:val="002A48C7"/>
    <w:rsid w:val="002A6553"/>
    <w:rsid w:val="002A6EB0"/>
    <w:rsid w:val="002A7A30"/>
    <w:rsid w:val="002B0658"/>
    <w:rsid w:val="002B4B7F"/>
    <w:rsid w:val="002B6D4E"/>
    <w:rsid w:val="002C259C"/>
    <w:rsid w:val="002C5BAF"/>
    <w:rsid w:val="002D1205"/>
    <w:rsid w:val="002D1938"/>
    <w:rsid w:val="002D29CA"/>
    <w:rsid w:val="002D3DD5"/>
    <w:rsid w:val="002D5CE0"/>
    <w:rsid w:val="002D66D4"/>
    <w:rsid w:val="002E05F4"/>
    <w:rsid w:val="002E07CB"/>
    <w:rsid w:val="002E0F36"/>
    <w:rsid w:val="002E1D94"/>
    <w:rsid w:val="002E2013"/>
    <w:rsid w:val="002E3589"/>
    <w:rsid w:val="002E4938"/>
    <w:rsid w:val="002E4A36"/>
    <w:rsid w:val="002E4D82"/>
    <w:rsid w:val="002E7C0B"/>
    <w:rsid w:val="002E7FF0"/>
    <w:rsid w:val="002F0EB8"/>
    <w:rsid w:val="002F4DA9"/>
    <w:rsid w:val="002F6620"/>
    <w:rsid w:val="002F6A77"/>
    <w:rsid w:val="00301810"/>
    <w:rsid w:val="00302B12"/>
    <w:rsid w:val="003056D7"/>
    <w:rsid w:val="00305A20"/>
    <w:rsid w:val="00306398"/>
    <w:rsid w:val="00306A1D"/>
    <w:rsid w:val="00307EA2"/>
    <w:rsid w:val="00310AB2"/>
    <w:rsid w:val="00312E68"/>
    <w:rsid w:val="003238B9"/>
    <w:rsid w:val="00323ADD"/>
    <w:rsid w:val="00324030"/>
    <w:rsid w:val="00324049"/>
    <w:rsid w:val="00324B89"/>
    <w:rsid w:val="00330527"/>
    <w:rsid w:val="00330C7E"/>
    <w:rsid w:val="00330E19"/>
    <w:rsid w:val="00331272"/>
    <w:rsid w:val="00341388"/>
    <w:rsid w:val="003421C2"/>
    <w:rsid w:val="003423C5"/>
    <w:rsid w:val="00345D90"/>
    <w:rsid w:val="00347383"/>
    <w:rsid w:val="00350304"/>
    <w:rsid w:val="00350A42"/>
    <w:rsid w:val="00350FA3"/>
    <w:rsid w:val="00351EE6"/>
    <w:rsid w:val="00352BE3"/>
    <w:rsid w:val="0035339C"/>
    <w:rsid w:val="00353B0A"/>
    <w:rsid w:val="003548D3"/>
    <w:rsid w:val="0035589B"/>
    <w:rsid w:val="0035600E"/>
    <w:rsid w:val="0035641F"/>
    <w:rsid w:val="0035734D"/>
    <w:rsid w:val="00357A92"/>
    <w:rsid w:val="00363B2B"/>
    <w:rsid w:val="00363E42"/>
    <w:rsid w:val="003643D6"/>
    <w:rsid w:val="00365B89"/>
    <w:rsid w:val="00365F58"/>
    <w:rsid w:val="00367010"/>
    <w:rsid w:val="00373352"/>
    <w:rsid w:val="00374175"/>
    <w:rsid w:val="00374689"/>
    <w:rsid w:val="00375020"/>
    <w:rsid w:val="0037576B"/>
    <w:rsid w:val="00376AEC"/>
    <w:rsid w:val="00376B0F"/>
    <w:rsid w:val="003801B6"/>
    <w:rsid w:val="00382626"/>
    <w:rsid w:val="00382E37"/>
    <w:rsid w:val="00384817"/>
    <w:rsid w:val="00384B43"/>
    <w:rsid w:val="00387BAE"/>
    <w:rsid w:val="00391939"/>
    <w:rsid w:val="00391B9C"/>
    <w:rsid w:val="00393D9E"/>
    <w:rsid w:val="003A00B1"/>
    <w:rsid w:val="003A16DF"/>
    <w:rsid w:val="003A3FD1"/>
    <w:rsid w:val="003A5618"/>
    <w:rsid w:val="003A57DD"/>
    <w:rsid w:val="003B1165"/>
    <w:rsid w:val="003B28CA"/>
    <w:rsid w:val="003B46C7"/>
    <w:rsid w:val="003B4CF2"/>
    <w:rsid w:val="003B5423"/>
    <w:rsid w:val="003B67D4"/>
    <w:rsid w:val="003B6863"/>
    <w:rsid w:val="003B7146"/>
    <w:rsid w:val="003B784A"/>
    <w:rsid w:val="003C23F8"/>
    <w:rsid w:val="003C2AB9"/>
    <w:rsid w:val="003C3079"/>
    <w:rsid w:val="003C3E82"/>
    <w:rsid w:val="003C4977"/>
    <w:rsid w:val="003C4ECB"/>
    <w:rsid w:val="003D040C"/>
    <w:rsid w:val="003D1286"/>
    <w:rsid w:val="003D17DD"/>
    <w:rsid w:val="003D1D66"/>
    <w:rsid w:val="003D2F2F"/>
    <w:rsid w:val="003D54E3"/>
    <w:rsid w:val="003D564E"/>
    <w:rsid w:val="003D58ED"/>
    <w:rsid w:val="003D5F98"/>
    <w:rsid w:val="003D637F"/>
    <w:rsid w:val="003D67A3"/>
    <w:rsid w:val="003D7A44"/>
    <w:rsid w:val="003E03B2"/>
    <w:rsid w:val="003E0951"/>
    <w:rsid w:val="003E1915"/>
    <w:rsid w:val="003E22AF"/>
    <w:rsid w:val="003E3609"/>
    <w:rsid w:val="003E4512"/>
    <w:rsid w:val="003E6C69"/>
    <w:rsid w:val="003F70ED"/>
    <w:rsid w:val="003F765D"/>
    <w:rsid w:val="00402C54"/>
    <w:rsid w:val="0040344F"/>
    <w:rsid w:val="00403A42"/>
    <w:rsid w:val="004049D7"/>
    <w:rsid w:val="004059D9"/>
    <w:rsid w:val="0040672F"/>
    <w:rsid w:val="0040736E"/>
    <w:rsid w:val="00415299"/>
    <w:rsid w:val="0041622E"/>
    <w:rsid w:val="00417CEA"/>
    <w:rsid w:val="00421242"/>
    <w:rsid w:val="004220DD"/>
    <w:rsid w:val="0042270C"/>
    <w:rsid w:val="0042336C"/>
    <w:rsid w:val="004235E6"/>
    <w:rsid w:val="0042477C"/>
    <w:rsid w:val="00426A51"/>
    <w:rsid w:val="004278BB"/>
    <w:rsid w:val="00430CD1"/>
    <w:rsid w:val="0043152B"/>
    <w:rsid w:val="004334FC"/>
    <w:rsid w:val="004369A3"/>
    <w:rsid w:val="00437AE4"/>
    <w:rsid w:val="00437CBC"/>
    <w:rsid w:val="00441401"/>
    <w:rsid w:val="004419A0"/>
    <w:rsid w:val="00443002"/>
    <w:rsid w:val="004431C2"/>
    <w:rsid w:val="004477C1"/>
    <w:rsid w:val="00451098"/>
    <w:rsid w:val="00453D4B"/>
    <w:rsid w:val="00454488"/>
    <w:rsid w:val="00463E42"/>
    <w:rsid w:val="0046491B"/>
    <w:rsid w:val="004657B1"/>
    <w:rsid w:val="004717B2"/>
    <w:rsid w:val="00474062"/>
    <w:rsid w:val="00477EF1"/>
    <w:rsid w:val="00480F88"/>
    <w:rsid w:val="004828B0"/>
    <w:rsid w:val="004848F2"/>
    <w:rsid w:val="00485B84"/>
    <w:rsid w:val="00487065"/>
    <w:rsid w:val="00490420"/>
    <w:rsid w:val="00491F18"/>
    <w:rsid w:val="00492D6F"/>
    <w:rsid w:val="004941B8"/>
    <w:rsid w:val="0049599E"/>
    <w:rsid w:val="00496147"/>
    <w:rsid w:val="004A0466"/>
    <w:rsid w:val="004A1305"/>
    <w:rsid w:val="004A277D"/>
    <w:rsid w:val="004A31D7"/>
    <w:rsid w:val="004A6D23"/>
    <w:rsid w:val="004A7883"/>
    <w:rsid w:val="004B11E8"/>
    <w:rsid w:val="004B34B9"/>
    <w:rsid w:val="004B37AC"/>
    <w:rsid w:val="004B3FB5"/>
    <w:rsid w:val="004B46FF"/>
    <w:rsid w:val="004B4A58"/>
    <w:rsid w:val="004B4A79"/>
    <w:rsid w:val="004B5FB2"/>
    <w:rsid w:val="004C11A5"/>
    <w:rsid w:val="004C2B16"/>
    <w:rsid w:val="004C7146"/>
    <w:rsid w:val="004D0D3D"/>
    <w:rsid w:val="004D5BAD"/>
    <w:rsid w:val="004D6FF7"/>
    <w:rsid w:val="004E35E8"/>
    <w:rsid w:val="004E370E"/>
    <w:rsid w:val="004E51EC"/>
    <w:rsid w:val="004E59E3"/>
    <w:rsid w:val="004E6ED0"/>
    <w:rsid w:val="004E7001"/>
    <w:rsid w:val="004F0146"/>
    <w:rsid w:val="004F1F47"/>
    <w:rsid w:val="004F2D83"/>
    <w:rsid w:val="004F5461"/>
    <w:rsid w:val="004F561C"/>
    <w:rsid w:val="00500009"/>
    <w:rsid w:val="00504382"/>
    <w:rsid w:val="005074E7"/>
    <w:rsid w:val="00512238"/>
    <w:rsid w:val="00513BEF"/>
    <w:rsid w:val="00513FAB"/>
    <w:rsid w:val="005148E4"/>
    <w:rsid w:val="00515A6F"/>
    <w:rsid w:val="00515B2D"/>
    <w:rsid w:val="005161C3"/>
    <w:rsid w:val="00517986"/>
    <w:rsid w:val="00521211"/>
    <w:rsid w:val="005252B2"/>
    <w:rsid w:val="0052539D"/>
    <w:rsid w:val="005333EB"/>
    <w:rsid w:val="005356C8"/>
    <w:rsid w:val="00537B50"/>
    <w:rsid w:val="00537CCA"/>
    <w:rsid w:val="00540A49"/>
    <w:rsid w:val="00541F57"/>
    <w:rsid w:val="00542289"/>
    <w:rsid w:val="0054257C"/>
    <w:rsid w:val="00543BA1"/>
    <w:rsid w:val="00546B76"/>
    <w:rsid w:val="00546B77"/>
    <w:rsid w:val="00547042"/>
    <w:rsid w:val="005542F3"/>
    <w:rsid w:val="00563A07"/>
    <w:rsid w:val="00563D77"/>
    <w:rsid w:val="00563E1D"/>
    <w:rsid w:val="00566AF1"/>
    <w:rsid w:val="00570309"/>
    <w:rsid w:val="00571B8D"/>
    <w:rsid w:val="005728C6"/>
    <w:rsid w:val="00573D89"/>
    <w:rsid w:val="0057661C"/>
    <w:rsid w:val="00580850"/>
    <w:rsid w:val="00581074"/>
    <w:rsid w:val="0058242E"/>
    <w:rsid w:val="00582D51"/>
    <w:rsid w:val="005855A7"/>
    <w:rsid w:val="00590763"/>
    <w:rsid w:val="005913F9"/>
    <w:rsid w:val="0059203D"/>
    <w:rsid w:val="00592ACD"/>
    <w:rsid w:val="005935A3"/>
    <w:rsid w:val="00597268"/>
    <w:rsid w:val="005A34FE"/>
    <w:rsid w:val="005A4063"/>
    <w:rsid w:val="005A4D19"/>
    <w:rsid w:val="005A5822"/>
    <w:rsid w:val="005A6942"/>
    <w:rsid w:val="005A7A97"/>
    <w:rsid w:val="005B1984"/>
    <w:rsid w:val="005B33A9"/>
    <w:rsid w:val="005B381D"/>
    <w:rsid w:val="005B3CA5"/>
    <w:rsid w:val="005B4E72"/>
    <w:rsid w:val="005B6FB6"/>
    <w:rsid w:val="005B7649"/>
    <w:rsid w:val="005C0A38"/>
    <w:rsid w:val="005C1365"/>
    <w:rsid w:val="005C15BD"/>
    <w:rsid w:val="005C24CF"/>
    <w:rsid w:val="005C3251"/>
    <w:rsid w:val="005C4FFE"/>
    <w:rsid w:val="005C569D"/>
    <w:rsid w:val="005C5779"/>
    <w:rsid w:val="005C6E1E"/>
    <w:rsid w:val="005D00CB"/>
    <w:rsid w:val="005D01E5"/>
    <w:rsid w:val="005D15FC"/>
    <w:rsid w:val="005D164C"/>
    <w:rsid w:val="005D19AD"/>
    <w:rsid w:val="005D1F7B"/>
    <w:rsid w:val="005D3076"/>
    <w:rsid w:val="005D6B64"/>
    <w:rsid w:val="005D6F6C"/>
    <w:rsid w:val="005D7542"/>
    <w:rsid w:val="005E14A2"/>
    <w:rsid w:val="005E185F"/>
    <w:rsid w:val="005E387E"/>
    <w:rsid w:val="005E3B78"/>
    <w:rsid w:val="005E652E"/>
    <w:rsid w:val="005E7675"/>
    <w:rsid w:val="005F062F"/>
    <w:rsid w:val="005F210B"/>
    <w:rsid w:val="005F280E"/>
    <w:rsid w:val="005F4F77"/>
    <w:rsid w:val="005F5846"/>
    <w:rsid w:val="005F69D5"/>
    <w:rsid w:val="005F70AE"/>
    <w:rsid w:val="005F75AE"/>
    <w:rsid w:val="005F7D28"/>
    <w:rsid w:val="00601E0D"/>
    <w:rsid w:val="006025D6"/>
    <w:rsid w:val="006034B9"/>
    <w:rsid w:val="0060542E"/>
    <w:rsid w:val="00607B67"/>
    <w:rsid w:val="00607E36"/>
    <w:rsid w:val="00610923"/>
    <w:rsid w:val="00610F62"/>
    <w:rsid w:val="0061163A"/>
    <w:rsid w:val="0061505E"/>
    <w:rsid w:val="00615A25"/>
    <w:rsid w:val="00615E89"/>
    <w:rsid w:val="006160D2"/>
    <w:rsid w:val="00617A4D"/>
    <w:rsid w:val="00620687"/>
    <w:rsid w:val="00620892"/>
    <w:rsid w:val="00624374"/>
    <w:rsid w:val="00625F3C"/>
    <w:rsid w:val="00627326"/>
    <w:rsid w:val="00627DEF"/>
    <w:rsid w:val="00630E9B"/>
    <w:rsid w:val="006326C4"/>
    <w:rsid w:val="00633697"/>
    <w:rsid w:val="00633C57"/>
    <w:rsid w:val="00634DD7"/>
    <w:rsid w:val="006351DE"/>
    <w:rsid w:val="006404F7"/>
    <w:rsid w:val="00640674"/>
    <w:rsid w:val="00641EB5"/>
    <w:rsid w:val="006459F2"/>
    <w:rsid w:val="00653675"/>
    <w:rsid w:val="00657894"/>
    <w:rsid w:val="00660174"/>
    <w:rsid w:val="00665124"/>
    <w:rsid w:val="00667AE4"/>
    <w:rsid w:val="00671700"/>
    <w:rsid w:val="0068074E"/>
    <w:rsid w:val="00681208"/>
    <w:rsid w:val="00682631"/>
    <w:rsid w:val="00685870"/>
    <w:rsid w:val="006862AC"/>
    <w:rsid w:val="006878BF"/>
    <w:rsid w:val="0069108E"/>
    <w:rsid w:val="00691D3E"/>
    <w:rsid w:val="006958BE"/>
    <w:rsid w:val="00697BF1"/>
    <w:rsid w:val="006A0756"/>
    <w:rsid w:val="006A2A13"/>
    <w:rsid w:val="006A30F8"/>
    <w:rsid w:val="006A406B"/>
    <w:rsid w:val="006A5EC2"/>
    <w:rsid w:val="006B00C8"/>
    <w:rsid w:val="006B0F01"/>
    <w:rsid w:val="006B178C"/>
    <w:rsid w:val="006B2D9E"/>
    <w:rsid w:val="006B3D34"/>
    <w:rsid w:val="006B3F86"/>
    <w:rsid w:val="006B6786"/>
    <w:rsid w:val="006C0AFC"/>
    <w:rsid w:val="006C1C40"/>
    <w:rsid w:val="006C2365"/>
    <w:rsid w:val="006C32E7"/>
    <w:rsid w:val="006C3BB8"/>
    <w:rsid w:val="006C578F"/>
    <w:rsid w:val="006C7AEE"/>
    <w:rsid w:val="006C7DE9"/>
    <w:rsid w:val="006D2A0E"/>
    <w:rsid w:val="006D4687"/>
    <w:rsid w:val="006D5A46"/>
    <w:rsid w:val="006D6359"/>
    <w:rsid w:val="006E20F0"/>
    <w:rsid w:val="006E21FC"/>
    <w:rsid w:val="006E2513"/>
    <w:rsid w:val="006E2F56"/>
    <w:rsid w:val="006E3841"/>
    <w:rsid w:val="006E3918"/>
    <w:rsid w:val="006E4704"/>
    <w:rsid w:val="006F4166"/>
    <w:rsid w:val="006F4569"/>
    <w:rsid w:val="006F49D8"/>
    <w:rsid w:val="006F6119"/>
    <w:rsid w:val="006F68A4"/>
    <w:rsid w:val="006F6E62"/>
    <w:rsid w:val="007009E3"/>
    <w:rsid w:val="00702E5A"/>
    <w:rsid w:val="00705D53"/>
    <w:rsid w:val="00707E18"/>
    <w:rsid w:val="007112CC"/>
    <w:rsid w:val="00712435"/>
    <w:rsid w:val="00712B5B"/>
    <w:rsid w:val="00712E0B"/>
    <w:rsid w:val="00713D0B"/>
    <w:rsid w:val="00714998"/>
    <w:rsid w:val="00717BED"/>
    <w:rsid w:val="0072068B"/>
    <w:rsid w:val="00721B84"/>
    <w:rsid w:val="00724231"/>
    <w:rsid w:val="007249AB"/>
    <w:rsid w:val="00724CA5"/>
    <w:rsid w:val="00725BB1"/>
    <w:rsid w:val="00725C0A"/>
    <w:rsid w:val="007302AF"/>
    <w:rsid w:val="007304D2"/>
    <w:rsid w:val="00731873"/>
    <w:rsid w:val="00734228"/>
    <w:rsid w:val="00737924"/>
    <w:rsid w:val="0074275B"/>
    <w:rsid w:val="0074402C"/>
    <w:rsid w:val="00745CA8"/>
    <w:rsid w:val="00750BB4"/>
    <w:rsid w:val="00750FCF"/>
    <w:rsid w:val="00752969"/>
    <w:rsid w:val="007537C1"/>
    <w:rsid w:val="0075437F"/>
    <w:rsid w:val="007549E8"/>
    <w:rsid w:val="00755AE1"/>
    <w:rsid w:val="00756604"/>
    <w:rsid w:val="00760E6F"/>
    <w:rsid w:val="00762624"/>
    <w:rsid w:val="00764CD6"/>
    <w:rsid w:val="00765809"/>
    <w:rsid w:val="0076768E"/>
    <w:rsid w:val="00767C39"/>
    <w:rsid w:val="00770F91"/>
    <w:rsid w:val="00772261"/>
    <w:rsid w:val="00772B6F"/>
    <w:rsid w:val="007748B7"/>
    <w:rsid w:val="00774AE5"/>
    <w:rsid w:val="00774E55"/>
    <w:rsid w:val="00774E7D"/>
    <w:rsid w:val="00780171"/>
    <w:rsid w:val="0078088F"/>
    <w:rsid w:val="007827E8"/>
    <w:rsid w:val="007903CE"/>
    <w:rsid w:val="00792BFA"/>
    <w:rsid w:val="00793D45"/>
    <w:rsid w:val="00797512"/>
    <w:rsid w:val="007A2E97"/>
    <w:rsid w:val="007A4228"/>
    <w:rsid w:val="007A446A"/>
    <w:rsid w:val="007A5380"/>
    <w:rsid w:val="007B064E"/>
    <w:rsid w:val="007B2311"/>
    <w:rsid w:val="007B298D"/>
    <w:rsid w:val="007B2EC2"/>
    <w:rsid w:val="007B3631"/>
    <w:rsid w:val="007B7A40"/>
    <w:rsid w:val="007C2723"/>
    <w:rsid w:val="007C2AEE"/>
    <w:rsid w:val="007C3C07"/>
    <w:rsid w:val="007C4689"/>
    <w:rsid w:val="007C6399"/>
    <w:rsid w:val="007C6DF0"/>
    <w:rsid w:val="007D03EC"/>
    <w:rsid w:val="007D0711"/>
    <w:rsid w:val="007D269A"/>
    <w:rsid w:val="007D3837"/>
    <w:rsid w:val="007D3F7A"/>
    <w:rsid w:val="007D50CC"/>
    <w:rsid w:val="007D5469"/>
    <w:rsid w:val="007D7492"/>
    <w:rsid w:val="007E0C2D"/>
    <w:rsid w:val="007E1B56"/>
    <w:rsid w:val="007E1C18"/>
    <w:rsid w:val="007E1C25"/>
    <w:rsid w:val="007E353F"/>
    <w:rsid w:val="007E599D"/>
    <w:rsid w:val="007F0086"/>
    <w:rsid w:val="007F0401"/>
    <w:rsid w:val="007F3C18"/>
    <w:rsid w:val="007F45C4"/>
    <w:rsid w:val="007F6B89"/>
    <w:rsid w:val="007F7463"/>
    <w:rsid w:val="0080189D"/>
    <w:rsid w:val="00806AF5"/>
    <w:rsid w:val="008075F1"/>
    <w:rsid w:val="0080784B"/>
    <w:rsid w:val="00810446"/>
    <w:rsid w:val="00810776"/>
    <w:rsid w:val="00812A0F"/>
    <w:rsid w:val="008142A5"/>
    <w:rsid w:val="0081685E"/>
    <w:rsid w:val="00816E68"/>
    <w:rsid w:val="008170A3"/>
    <w:rsid w:val="00817B3F"/>
    <w:rsid w:val="00817E70"/>
    <w:rsid w:val="008236D4"/>
    <w:rsid w:val="0082473D"/>
    <w:rsid w:val="0082523F"/>
    <w:rsid w:val="008253A4"/>
    <w:rsid w:val="0082771E"/>
    <w:rsid w:val="008306EC"/>
    <w:rsid w:val="00831058"/>
    <w:rsid w:val="00832264"/>
    <w:rsid w:val="008332D2"/>
    <w:rsid w:val="00833688"/>
    <w:rsid w:val="008354E3"/>
    <w:rsid w:val="0083608C"/>
    <w:rsid w:val="008371BD"/>
    <w:rsid w:val="0084019A"/>
    <w:rsid w:val="008423A3"/>
    <w:rsid w:val="00843B36"/>
    <w:rsid w:val="00844054"/>
    <w:rsid w:val="008442D5"/>
    <w:rsid w:val="00845195"/>
    <w:rsid w:val="0084624C"/>
    <w:rsid w:val="00847CEF"/>
    <w:rsid w:val="00850DAC"/>
    <w:rsid w:val="00853523"/>
    <w:rsid w:val="00854026"/>
    <w:rsid w:val="00855564"/>
    <w:rsid w:val="0085725E"/>
    <w:rsid w:val="00857BC4"/>
    <w:rsid w:val="00857FD5"/>
    <w:rsid w:val="008613BD"/>
    <w:rsid w:val="0086272D"/>
    <w:rsid w:val="00862E79"/>
    <w:rsid w:val="00863519"/>
    <w:rsid w:val="00864B3A"/>
    <w:rsid w:val="00866FE9"/>
    <w:rsid w:val="00867749"/>
    <w:rsid w:val="008729E3"/>
    <w:rsid w:val="00872B0A"/>
    <w:rsid w:val="00873B98"/>
    <w:rsid w:val="00874551"/>
    <w:rsid w:val="00874976"/>
    <w:rsid w:val="008749D0"/>
    <w:rsid w:val="00874EB3"/>
    <w:rsid w:val="008754D4"/>
    <w:rsid w:val="008770E0"/>
    <w:rsid w:val="008776E2"/>
    <w:rsid w:val="00877A8A"/>
    <w:rsid w:val="008827A9"/>
    <w:rsid w:val="00886348"/>
    <w:rsid w:val="008875BD"/>
    <w:rsid w:val="008930F8"/>
    <w:rsid w:val="00893220"/>
    <w:rsid w:val="00893D70"/>
    <w:rsid w:val="00895508"/>
    <w:rsid w:val="008957C3"/>
    <w:rsid w:val="00896605"/>
    <w:rsid w:val="008968E3"/>
    <w:rsid w:val="0089723F"/>
    <w:rsid w:val="008A0940"/>
    <w:rsid w:val="008A0E49"/>
    <w:rsid w:val="008A1AF2"/>
    <w:rsid w:val="008A24FC"/>
    <w:rsid w:val="008A2DB6"/>
    <w:rsid w:val="008A34E0"/>
    <w:rsid w:val="008A45FB"/>
    <w:rsid w:val="008A732B"/>
    <w:rsid w:val="008B4248"/>
    <w:rsid w:val="008B4F6B"/>
    <w:rsid w:val="008B7800"/>
    <w:rsid w:val="008C2E6F"/>
    <w:rsid w:val="008C5E70"/>
    <w:rsid w:val="008C6919"/>
    <w:rsid w:val="008D1A1F"/>
    <w:rsid w:val="008D40F3"/>
    <w:rsid w:val="008D597A"/>
    <w:rsid w:val="008D5B5C"/>
    <w:rsid w:val="008D5F01"/>
    <w:rsid w:val="008D718B"/>
    <w:rsid w:val="008D7BAF"/>
    <w:rsid w:val="008E0E57"/>
    <w:rsid w:val="008E25C2"/>
    <w:rsid w:val="008E45EF"/>
    <w:rsid w:val="008E4DD0"/>
    <w:rsid w:val="008E5F8C"/>
    <w:rsid w:val="008F0E14"/>
    <w:rsid w:val="008F2977"/>
    <w:rsid w:val="008F34E1"/>
    <w:rsid w:val="008F35F8"/>
    <w:rsid w:val="008F5F40"/>
    <w:rsid w:val="008F629F"/>
    <w:rsid w:val="009027B5"/>
    <w:rsid w:val="0090384E"/>
    <w:rsid w:val="00904E08"/>
    <w:rsid w:val="00905F4E"/>
    <w:rsid w:val="00911EC9"/>
    <w:rsid w:val="00914E1D"/>
    <w:rsid w:val="00916607"/>
    <w:rsid w:val="009205D6"/>
    <w:rsid w:val="009221F5"/>
    <w:rsid w:val="00923EEA"/>
    <w:rsid w:val="009244E8"/>
    <w:rsid w:val="00924C53"/>
    <w:rsid w:val="00925247"/>
    <w:rsid w:val="0092598A"/>
    <w:rsid w:val="00931C72"/>
    <w:rsid w:val="00931E4B"/>
    <w:rsid w:val="009359AE"/>
    <w:rsid w:val="009375E6"/>
    <w:rsid w:val="009376E8"/>
    <w:rsid w:val="0094039C"/>
    <w:rsid w:val="0094579C"/>
    <w:rsid w:val="00947A18"/>
    <w:rsid w:val="00947C18"/>
    <w:rsid w:val="00952F45"/>
    <w:rsid w:val="00957DE2"/>
    <w:rsid w:val="00960727"/>
    <w:rsid w:val="00960854"/>
    <w:rsid w:val="00960CFA"/>
    <w:rsid w:val="009619DB"/>
    <w:rsid w:val="00961D8D"/>
    <w:rsid w:val="00963119"/>
    <w:rsid w:val="00964A53"/>
    <w:rsid w:val="00966028"/>
    <w:rsid w:val="00966746"/>
    <w:rsid w:val="00966A14"/>
    <w:rsid w:val="009703B3"/>
    <w:rsid w:val="009711B4"/>
    <w:rsid w:val="00971654"/>
    <w:rsid w:val="00971A31"/>
    <w:rsid w:val="009724F0"/>
    <w:rsid w:val="0097408E"/>
    <w:rsid w:val="00974C40"/>
    <w:rsid w:val="00977583"/>
    <w:rsid w:val="00980383"/>
    <w:rsid w:val="00980A1A"/>
    <w:rsid w:val="009822D9"/>
    <w:rsid w:val="00983353"/>
    <w:rsid w:val="00984ACB"/>
    <w:rsid w:val="00984FF6"/>
    <w:rsid w:val="0099058A"/>
    <w:rsid w:val="0099563E"/>
    <w:rsid w:val="0099777A"/>
    <w:rsid w:val="009A0DCF"/>
    <w:rsid w:val="009A17BB"/>
    <w:rsid w:val="009A1A6C"/>
    <w:rsid w:val="009A259A"/>
    <w:rsid w:val="009A30D2"/>
    <w:rsid w:val="009A5D80"/>
    <w:rsid w:val="009A63AB"/>
    <w:rsid w:val="009A7A7F"/>
    <w:rsid w:val="009A7F75"/>
    <w:rsid w:val="009B1142"/>
    <w:rsid w:val="009B3593"/>
    <w:rsid w:val="009B79E7"/>
    <w:rsid w:val="009C008F"/>
    <w:rsid w:val="009C2CFC"/>
    <w:rsid w:val="009C3CD4"/>
    <w:rsid w:val="009C5582"/>
    <w:rsid w:val="009C6EDE"/>
    <w:rsid w:val="009C7C17"/>
    <w:rsid w:val="009C7E79"/>
    <w:rsid w:val="009D0FD6"/>
    <w:rsid w:val="009D17EC"/>
    <w:rsid w:val="009D4522"/>
    <w:rsid w:val="009D52FC"/>
    <w:rsid w:val="009D6AD1"/>
    <w:rsid w:val="009D7517"/>
    <w:rsid w:val="009D77DF"/>
    <w:rsid w:val="009E0B7C"/>
    <w:rsid w:val="009E0E69"/>
    <w:rsid w:val="009E0EE1"/>
    <w:rsid w:val="009E288A"/>
    <w:rsid w:val="009E44FA"/>
    <w:rsid w:val="009E590D"/>
    <w:rsid w:val="009E5E2D"/>
    <w:rsid w:val="009F0F3C"/>
    <w:rsid w:val="009F1278"/>
    <w:rsid w:val="009F17A0"/>
    <w:rsid w:val="009F1A5D"/>
    <w:rsid w:val="009F253A"/>
    <w:rsid w:val="009F3D48"/>
    <w:rsid w:val="009F3F26"/>
    <w:rsid w:val="009F53C2"/>
    <w:rsid w:val="009F6CE2"/>
    <w:rsid w:val="009F7A0C"/>
    <w:rsid w:val="00A01FD7"/>
    <w:rsid w:val="00A04240"/>
    <w:rsid w:val="00A06A95"/>
    <w:rsid w:val="00A07007"/>
    <w:rsid w:val="00A070AF"/>
    <w:rsid w:val="00A111F4"/>
    <w:rsid w:val="00A1211F"/>
    <w:rsid w:val="00A12BC9"/>
    <w:rsid w:val="00A138C9"/>
    <w:rsid w:val="00A1579B"/>
    <w:rsid w:val="00A172A7"/>
    <w:rsid w:val="00A178E8"/>
    <w:rsid w:val="00A201E6"/>
    <w:rsid w:val="00A206B3"/>
    <w:rsid w:val="00A20B6E"/>
    <w:rsid w:val="00A2131C"/>
    <w:rsid w:val="00A2287F"/>
    <w:rsid w:val="00A25006"/>
    <w:rsid w:val="00A256C9"/>
    <w:rsid w:val="00A25D2D"/>
    <w:rsid w:val="00A26866"/>
    <w:rsid w:val="00A26F39"/>
    <w:rsid w:val="00A27E20"/>
    <w:rsid w:val="00A33BF9"/>
    <w:rsid w:val="00A35382"/>
    <w:rsid w:val="00A359DE"/>
    <w:rsid w:val="00A36CC5"/>
    <w:rsid w:val="00A417F4"/>
    <w:rsid w:val="00A41ABE"/>
    <w:rsid w:val="00A41DA1"/>
    <w:rsid w:val="00A4411A"/>
    <w:rsid w:val="00A479FC"/>
    <w:rsid w:val="00A515FD"/>
    <w:rsid w:val="00A551EB"/>
    <w:rsid w:val="00A628AE"/>
    <w:rsid w:val="00A634C3"/>
    <w:rsid w:val="00A66CD6"/>
    <w:rsid w:val="00A6724F"/>
    <w:rsid w:val="00A718BF"/>
    <w:rsid w:val="00A740A3"/>
    <w:rsid w:val="00A75375"/>
    <w:rsid w:val="00A80469"/>
    <w:rsid w:val="00A8103F"/>
    <w:rsid w:val="00A8195B"/>
    <w:rsid w:val="00A8238B"/>
    <w:rsid w:val="00A84D42"/>
    <w:rsid w:val="00A877FC"/>
    <w:rsid w:val="00A90ADE"/>
    <w:rsid w:val="00A932DE"/>
    <w:rsid w:val="00A93418"/>
    <w:rsid w:val="00A9414E"/>
    <w:rsid w:val="00A94E5C"/>
    <w:rsid w:val="00A96A67"/>
    <w:rsid w:val="00AA2957"/>
    <w:rsid w:val="00AA5923"/>
    <w:rsid w:val="00AA69A0"/>
    <w:rsid w:val="00AB0561"/>
    <w:rsid w:val="00AB05FC"/>
    <w:rsid w:val="00AB16C5"/>
    <w:rsid w:val="00AB5AD8"/>
    <w:rsid w:val="00AC1399"/>
    <w:rsid w:val="00AC18FE"/>
    <w:rsid w:val="00AC2579"/>
    <w:rsid w:val="00AC4201"/>
    <w:rsid w:val="00AD01EF"/>
    <w:rsid w:val="00AD02AF"/>
    <w:rsid w:val="00AD0B73"/>
    <w:rsid w:val="00AD14C5"/>
    <w:rsid w:val="00AD2DC2"/>
    <w:rsid w:val="00AD467C"/>
    <w:rsid w:val="00AD5C23"/>
    <w:rsid w:val="00AD67BF"/>
    <w:rsid w:val="00AD79EC"/>
    <w:rsid w:val="00AE0CAA"/>
    <w:rsid w:val="00AE1B24"/>
    <w:rsid w:val="00AE235B"/>
    <w:rsid w:val="00AE2D18"/>
    <w:rsid w:val="00AE335F"/>
    <w:rsid w:val="00AF3692"/>
    <w:rsid w:val="00AF3D93"/>
    <w:rsid w:val="00AF4BFC"/>
    <w:rsid w:val="00AF6264"/>
    <w:rsid w:val="00AF6982"/>
    <w:rsid w:val="00B03104"/>
    <w:rsid w:val="00B05FF0"/>
    <w:rsid w:val="00B10795"/>
    <w:rsid w:val="00B11EE6"/>
    <w:rsid w:val="00B12159"/>
    <w:rsid w:val="00B13670"/>
    <w:rsid w:val="00B13850"/>
    <w:rsid w:val="00B14E72"/>
    <w:rsid w:val="00B16BC9"/>
    <w:rsid w:val="00B20211"/>
    <w:rsid w:val="00B22D3F"/>
    <w:rsid w:val="00B25317"/>
    <w:rsid w:val="00B25A32"/>
    <w:rsid w:val="00B25BF0"/>
    <w:rsid w:val="00B306A7"/>
    <w:rsid w:val="00B31818"/>
    <w:rsid w:val="00B3197E"/>
    <w:rsid w:val="00B32068"/>
    <w:rsid w:val="00B34EF6"/>
    <w:rsid w:val="00B4194B"/>
    <w:rsid w:val="00B41F58"/>
    <w:rsid w:val="00B42481"/>
    <w:rsid w:val="00B440B6"/>
    <w:rsid w:val="00B50A55"/>
    <w:rsid w:val="00B5181E"/>
    <w:rsid w:val="00B5202F"/>
    <w:rsid w:val="00B52C4C"/>
    <w:rsid w:val="00B54C1B"/>
    <w:rsid w:val="00B62D81"/>
    <w:rsid w:val="00B6326C"/>
    <w:rsid w:val="00B67158"/>
    <w:rsid w:val="00B67595"/>
    <w:rsid w:val="00B71359"/>
    <w:rsid w:val="00B722E6"/>
    <w:rsid w:val="00B722EB"/>
    <w:rsid w:val="00B7371A"/>
    <w:rsid w:val="00B742A9"/>
    <w:rsid w:val="00B75FAF"/>
    <w:rsid w:val="00B802FC"/>
    <w:rsid w:val="00B847FB"/>
    <w:rsid w:val="00B84F2A"/>
    <w:rsid w:val="00B8722A"/>
    <w:rsid w:val="00B90457"/>
    <w:rsid w:val="00B92414"/>
    <w:rsid w:val="00B9751E"/>
    <w:rsid w:val="00BA1000"/>
    <w:rsid w:val="00BA274F"/>
    <w:rsid w:val="00BA7365"/>
    <w:rsid w:val="00BA7889"/>
    <w:rsid w:val="00BB1C78"/>
    <w:rsid w:val="00BB2923"/>
    <w:rsid w:val="00BB57AE"/>
    <w:rsid w:val="00BB5ED4"/>
    <w:rsid w:val="00BC1414"/>
    <w:rsid w:val="00BC348B"/>
    <w:rsid w:val="00BC3848"/>
    <w:rsid w:val="00BC461E"/>
    <w:rsid w:val="00BC56A1"/>
    <w:rsid w:val="00BC5CFF"/>
    <w:rsid w:val="00BC61D7"/>
    <w:rsid w:val="00BC7B30"/>
    <w:rsid w:val="00BC7D38"/>
    <w:rsid w:val="00BC7EE0"/>
    <w:rsid w:val="00BD0550"/>
    <w:rsid w:val="00BD471B"/>
    <w:rsid w:val="00BD4D2C"/>
    <w:rsid w:val="00BD4F57"/>
    <w:rsid w:val="00BD5F06"/>
    <w:rsid w:val="00BE01CF"/>
    <w:rsid w:val="00BE0C9C"/>
    <w:rsid w:val="00BE29FD"/>
    <w:rsid w:val="00BE5A1E"/>
    <w:rsid w:val="00BE5ABA"/>
    <w:rsid w:val="00BE5F3C"/>
    <w:rsid w:val="00BE6754"/>
    <w:rsid w:val="00BF0586"/>
    <w:rsid w:val="00BF0787"/>
    <w:rsid w:val="00BF3CCA"/>
    <w:rsid w:val="00BF5C9B"/>
    <w:rsid w:val="00BF6E14"/>
    <w:rsid w:val="00BF719C"/>
    <w:rsid w:val="00BF75B7"/>
    <w:rsid w:val="00BF7EA5"/>
    <w:rsid w:val="00C015C2"/>
    <w:rsid w:val="00C01DCB"/>
    <w:rsid w:val="00C02471"/>
    <w:rsid w:val="00C0326F"/>
    <w:rsid w:val="00C03437"/>
    <w:rsid w:val="00C046FA"/>
    <w:rsid w:val="00C076F7"/>
    <w:rsid w:val="00C10188"/>
    <w:rsid w:val="00C11910"/>
    <w:rsid w:val="00C13B9E"/>
    <w:rsid w:val="00C13BA7"/>
    <w:rsid w:val="00C16E13"/>
    <w:rsid w:val="00C17A02"/>
    <w:rsid w:val="00C22109"/>
    <w:rsid w:val="00C309DF"/>
    <w:rsid w:val="00C3134B"/>
    <w:rsid w:val="00C31B80"/>
    <w:rsid w:val="00C31F5D"/>
    <w:rsid w:val="00C3205D"/>
    <w:rsid w:val="00C33619"/>
    <w:rsid w:val="00C33C3C"/>
    <w:rsid w:val="00C33E33"/>
    <w:rsid w:val="00C36F87"/>
    <w:rsid w:val="00C377D5"/>
    <w:rsid w:val="00C416DC"/>
    <w:rsid w:val="00C41F1A"/>
    <w:rsid w:val="00C46F9F"/>
    <w:rsid w:val="00C509E2"/>
    <w:rsid w:val="00C537F1"/>
    <w:rsid w:val="00C54C2B"/>
    <w:rsid w:val="00C570C1"/>
    <w:rsid w:val="00C57F0C"/>
    <w:rsid w:val="00C61592"/>
    <w:rsid w:val="00C65E63"/>
    <w:rsid w:val="00C66F12"/>
    <w:rsid w:val="00C678EB"/>
    <w:rsid w:val="00C702A6"/>
    <w:rsid w:val="00C71853"/>
    <w:rsid w:val="00C7327F"/>
    <w:rsid w:val="00C73785"/>
    <w:rsid w:val="00C738BF"/>
    <w:rsid w:val="00C75586"/>
    <w:rsid w:val="00C75CF6"/>
    <w:rsid w:val="00C775AB"/>
    <w:rsid w:val="00C834E0"/>
    <w:rsid w:val="00C84F36"/>
    <w:rsid w:val="00C8765F"/>
    <w:rsid w:val="00C8787C"/>
    <w:rsid w:val="00C902DD"/>
    <w:rsid w:val="00C91625"/>
    <w:rsid w:val="00C94221"/>
    <w:rsid w:val="00C962DD"/>
    <w:rsid w:val="00C974C9"/>
    <w:rsid w:val="00CA273F"/>
    <w:rsid w:val="00CA2952"/>
    <w:rsid w:val="00CA3C04"/>
    <w:rsid w:val="00CA3CEE"/>
    <w:rsid w:val="00CA4898"/>
    <w:rsid w:val="00CA4A64"/>
    <w:rsid w:val="00CA509F"/>
    <w:rsid w:val="00CA6F95"/>
    <w:rsid w:val="00CA73F0"/>
    <w:rsid w:val="00CB02B1"/>
    <w:rsid w:val="00CB23E2"/>
    <w:rsid w:val="00CB4AAE"/>
    <w:rsid w:val="00CB542E"/>
    <w:rsid w:val="00CB748C"/>
    <w:rsid w:val="00CC105A"/>
    <w:rsid w:val="00CC1730"/>
    <w:rsid w:val="00CC2A6A"/>
    <w:rsid w:val="00CC2BEE"/>
    <w:rsid w:val="00CC3C03"/>
    <w:rsid w:val="00CC4C34"/>
    <w:rsid w:val="00CD0991"/>
    <w:rsid w:val="00CD0FC3"/>
    <w:rsid w:val="00CD2DED"/>
    <w:rsid w:val="00CD2FC5"/>
    <w:rsid w:val="00CD31ED"/>
    <w:rsid w:val="00CD53C6"/>
    <w:rsid w:val="00CD6FF0"/>
    <w:rsid w:val="00CE2CC2"/>
    <w:rsid w:val="00CE379D"/>
    <w:rsid w:val="00CE4515"/>
    <w:rsid w:val="00CE4F61"/>
    <w:rsid w:val="00CE6953"/>
    <w:rsid w:val="00CE72C9"/>
    <w:rsid w:val="00CF20C2"/>
    <w:rsid w:val="00D00912"/>
    <w:rsid w:val="00D00A8E"/>
    <w:rsid w:val="00D00AB7"/>
    <w:rsid w:val="00D02708"/>
    <w:rsid w:val="00D038FE"/>
    <w:rsid w:val="00D0655C"/>
    <w:rsid w:val="00D0708D"/>
    <w:rsid w:val="00D0784F"/>
    <w:rsid w:val="00D07AB9"/>
    <w:rsid w:val="00D07C71"/>
    <w:rsid w:val="00D1037A"/>
    <w:rsid w:val="00D10D35"/>
    <w:rsid w:val="00D1331B"/>
    <w:rsid w:val="00D135F2"/>
    <w:rsid w:val="00D1779E"/>
    <w:rsid w:val="00D17F9E"/>
    <w:rsid w:val="00D20377"/>
    <w:rsid w:val="00D20C2E"/>
    <w:rsid w:val="00D2424D"/>
    <w:rsid w:val="00D271EB"/>
    <w:rsid w:val="00D31529"/>
    <w:rsid w:val="00D32363"/>
    <w:rsid w:val="00D36053"/>
    <w:rsid w:val="00D36416"/>
    <w:rsid w:val="00D370DC"/>
    <w:rsid w:val="00D40BF1"/>
    <w:rsid w:val="00D41071"/>
    <w:rsid w:val="00D41B28"/>
    <w:rsid w:val="00D44D5B"/>
    <w:rsid w:val="00D45E2F"/>
    <w:rsid w:val="00D4667C"/>
    <w:rsid w:val="00D51900"/>
    <w:rsid w:val="00D52303"/>
    <w:rsid w:val="00D54BF4"/>
    <w:rsid w:val="00D54FC0"/>
    <w:rsid w:val="00D55E27"/>
    <w:rsid w:val="00D55FB4"/>
    <w:rsid w:val="00D563A9"/>
    <w:rsid w:val="00D578E3"/>
    <w:rsid w:val="00D60F61"/>
    <w:rsid w:val="00D62694"/>
    <w:rsid w:val="00D6357B"/>
    <w:rsid w:val="00D6445F"/>
    <w:rsid w:val="00D71EBE"/>
    <w:rsid w:val="00D72758"/>
    <w:rsid w:val="00D727C7"/>
    <w:rsid w:val="00D74158"/>
    <w:rsid w:val="00D746F0"/>
    <w:rsid w:val="00D76597"/>
    <w:rsid w:val="00D77E70"/>
    <w:rsid w:val="00D80315"/>
    <w:rsid w:val="00D8124A"/>
    <w:rsid w:val="00D85E32"/>
    <w:rsid w:val="00D91A67"/>
    <w:rsid w:val="00D91B2D"/>
    <w:rsid w:val="00D95EFA"/>
    <w:rsid w:val="00DA2E7D"/>
    <w:rsid w:val="00DA35F6"/>
    <w:rsid w:val="00DA44E3"/>
    <w:rsid w:val="00DA66BD"/>
    <w:rsid w:val="00DA6746"/>
    <w:rsid w:val="00DA6CC2"/>
    <w:rsid w:val="00DA787E"/>
    <w:rsid w:val="00DB1981"/>
    <w:rsid w:val="00DB2456"/>
    <w:rsid w:val="00DB2BFB"/>
    <w:rsid w:val="00DB40A9"/>
    <w:rsid w:val="00DB57D6"/>
    <w:rsid w:val="00DB6910"/>
    <w:rsid w:val="00DC0192"/>
    <w:rsid w:val="00DC0C72"/>
    <w:rsid w:val="00DC22EE"/>
    <w:rsid w:val="00DC32D6"/>
    <w:rsid w:val="00DC447D"/>
    <w:rsid w:val="00DC6544"/>
    <w:rsid w:val="00DC7B66"/>
    <w:rsid w:val="00DD1C57"/>
    <w:rsid w:val="00DD34C7"/>
    <w:rsid w:val="00DD48BE"/>
    <w:rsid w:val="00DD4DA7"/>
    <w:rsid w:val="00DD563D"/>
    <w:rsid w:val="00DE1141"/>
    <w:rsid w:val="00DE61D4"/>
    <w:rsid w:val="00DE7E25"/>
    <w:rsid w:val="00DF0607"/>
    <w:rsid w:val="00DF2893"/>
    <w:rsid w:val="00DF3804"/>
    <w:rsid w:val="00DF3C80"/>
    <w:rsid w:val="00DF3EEF"/>
    <w:rsid w:val="00DF44A8"/>
    <w:rsid w:val="00DF4B21"/>
    <w:rsid w:val="00DF52FE"/>
    <w:rsid w:val="00DF684E"/>
    <w:rsid w:val="00DF763C"/>
    <w:rsid w:val="00E000C4"/>
    <w:rsid w:val="00E00BB9"/>
    <w:rsid w:val="00E047E7"/>
    <w:rsid w:val="00E05A46"/>
    <w:rsid w:val="00E06251"/>
    <w:rsid w:val="00E11639"/>
    <w:rsid w:val="00E11F8E"/>
    <w:rsid w:val="00E14347"/>
    <w:rsid w:val="00E17F4F"/>
    <w:rsid w:val="00E200EC"/>
    <w:rsid w:val="00E20A45"/>
    <w:rsid w:val="00E20A9C"/>
    <w:rsid w:val="00E20CCE"/>
    <w:rsid w:val="00E241C4"/>
    <w:rsid w:val="00E2704C"/>
    <w:rsid w:val="00E27175"/>
    <w:rsid w:val="00E276F4"/>
    <w:rsid w:val="00E30189"/>
    <w:rsid w:val="00E310B2"/>
    <w:rsid w:val="00E3549E"/>
    <w:rsid w:val="00E45046"/>
    <w:rsid w:val="00E4584C"/>
    <w:rsid w:val="00E458E5"/>
    <w:rsid w:val="00E4655E"/>
    <w:rsid w:val="00E466EE"/>
    <w:rsid w:val="00E4692E"/>
    <w:rsid w:val="00E47AAF"/>
    <w:rsid w:val="00E53AA0"/>
    <w:rsid w:val="00E552EC"/>
    <w:rsid w:val="00E55856"/>
    <w:rsid w:val="00E571E9"/>
    <w:rsid w:val="00E5779C"/>
    <w:rsid w:val="00E60CC7"/>
    <w:rsid w:val="00E62BE4"/>
    <w:rsid w:val="00E6468C"/>
    <w:rsid w:val="00E64BFA"/>
    <w:rsid w:val="00E66045"/>
    <w:rsid w:val="00E66A15"/>
    <w:rsid w:val="00E70095"/>
    <w:rsid w:val="00E70B70"/>
    <w:rsid w:val="00E70BE5"/>
    <w:rsid w:val="00E80CB3"/>
    <w:rsid w:val="00E81327"/>
    <w:rsid w:val="00E81CF9"/>
    <w:rsid w:val="00E8210D"/>
    <w:rsid w:val="00E83359"/>
    <w:rsid w:val="00E84CCE"/>
    <w:rsid w:val="00E86737"/>
    <w:rsid w:val="00E911A7"/>
    <w:rsid w:val="00E93562"/>
    <w:rsid w:val="00E95E39"/>
    <w:rsid w:val="00E96592"/>
    <w:rsid w:val="00EA1C7F"/>
    <w:rsid w:val="00EA2E88"/>
    <w:rsid w:val="00EB140B"/>
    <w:rsid w:val="00EB2057"/>
    <w:rsid w:val="00EB5271"/>
    <w:rsid w:val="00EC3A63"/>
    <w:rsid w:val="00EC47AC"/>
    <w:rsid w:val="00EC4BC6"/>
    <w:rsid w:val="00EC7B45"/>
    <w:rsid w:val="00ED027E"/>
    <w:rsid w:val="00ED09FF"/>
    <w:rsid w:val="00ED1062"/>
    <w:rsid w:val="00ED6CAA"/>
    <w:rsid w:val="00EE03DF"/>
    <w:rsid w:val="00EE44D1"/>
    <w:rsid w:val="00EE4630"/>
    <w:rsid w:val="00EE48E8"/>
    <w:rsid w:val="00EE7CCF"/>
    <w:rsid w:val="00EE7D0D"/>
    <w:rsid w:val="00EF25B2"/>
    <w:rsid w:val="00EF3AAA"/>
    <w:rsid w:val="00EF6361"/>
    <w:rsid w:val="00F02174"/>
    <w:rsid w:val="00F047D5"/>
    <w:rsid w:val="00F04D02"/>
    <w:rsid w:val="00F060CE"/>
    <w:rsid w:val="00F068B3"/>
    <w:rsid w:val="00F110BD"/>
    <w:rsid w:val="00F11F62"/>
    <w:rsid w:val="00F13EC8"/>
    <w:rsid w:val="00F14825"/>
    <w:rsid w:val="00F17EC0"/>
    <w:rsid w:val="00F213A4"/>
    <w:rsid w:val="00F215BF"/>
    <w:rsid w:val="00F22949"/>
    <w:rsid w:val="00F22CE0"/>
    <w:rsid w:val="00F23085"/>
    <w:rsid w:val="00F23105"/>
    <w:rsid w:val="00F23BB2"/>
    <w:rsid w:val="00F24951"/>
    <w:rsid w:val="00F2623A"/>
    <w:rsid w:val="00F30127"/>
    <w:rsid w:val="00F302F5"/>
    <w:rsid w:val="00F305AE"/>
    <w:rsid w:val="00F33CE7"/>
    <w:rsid w:val="00F413DC"/>
    <w:rsid w:val="00F41E77"/>
    <w:rsid w:val="00F43AB1"/>
    <w:rsid w:val="00F476F6"/>
    <w:rsid w:val="00F50787"/>
    <w:rsid w:val="00F51326"/>
    <w:rsid w:val="00F5442D"/>
    <w:rsid w:val="00F57B37"/>
    <w:rsid w:val="00F621AC"/>
    <w:rsid w:val="00F62E74"/>
    <w:rsid w:val="00F655AF"/>
    <w:rsid w:val="00F65F58"/>
    <w:rsid w:val="00F6634D"/>
    <w:rsid w:val="00F676EE"/>
    <w:rsid w:val="00F678D5"/>
    <w:rsid w:val="00F703B6"/>
    <w:rsid w:val="00F71CA0"/>
    <w:rsid w:val="00F72C6C"/>
    <w:rsid w:val="00F75653"/>
    <w:rsid w:val="00F75D72"/>
    <w:rsid w:val="00F76878"/>
    <w:rsid w:val="00F778D3"/>
    <w:rsid w:val="00F80912"/>
    <w:rsid w:val="00F822E2"/>
    <w:rsid w:val="00F82E32"/>
    <w:rsid w:val="00F865BE"/>
    <w:rsid w:val="00F9275B"/>
    <w:rsid w:val="00FA0F50"/>
    <w:rsid w:val="00FA39F3"/>
    <w:rsid w:val="00FA4106"/>
    <w:rsid w:val="00FA4C51"/>
    <w:rsid w:val="00FA646D"/>
    <w:rsid w:val="00FA6AB3"/>
    <w:rsid w:val="00FA6ED9"/>
    <w:rsid w:val="00FB0737"/>
    <w:rsid w:val="00FB0804"/>
    <w:rsid w:val="00FB5073"/>
    <w:rsid w:val="00FB51F1"/>
    <w:rsid w:val="00FB5AC6"/>
    <w:rsid w:val="00FB6137"/>
    <w:rsid w:val="00FB66AC"/>
    <w:rsid w:val="00FB7D6D"/>
    <w:rsid w:val="00FB7F8F"/>
    <w:rsid w:val="00FC1AA1"/>
    <w:rsid w:val="00FC3ACC"/>
    <w:rsid w:val="00FC3D7F"/>
    <w:rsid w:val="00FC5987"/>
    <w:rsid w:val="00FC6A86"/>
    <w:rsid w:val="00FD561C"/>
    <w:rsid w:val="00FD7873"/>
    <w:rsid w:val="00FE02CD"/>
    <w:rsid w:val="00FE1FA1"/>
    <w:rsid w:val="00FE6106"/>
    <w:rsid w:val="00FF0B01"/>
    <w:rsid w:val="00FF1052"/>
    <w:rsid w:val="00FF13F9"/>
    <w:rsid w:val="00FF2069"/>
    <w:rsid w:val="00FF245E"/>
    <w:rsid w:val="00FF2D4C"/>
    <w:rsid w:val="00FF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aliases w:val="Podstawowy,Leszno N"/>
    <w:qFormat/>
    <w:rsid w:val="0049599E"/>
    <w:pPr>
      <w:widowControl w:val="0"/>
      <w:jc w:val="both"/>
    </w:pPr>
    <w:rPr>
      <w:rFonts w:ascii="Arial" w:hAnsi="Arial"/>
      <w:szCs w:val="24"/>
    </w:rPr>
  </w:style>
  <w:style w:type="paragraph" w:styleId="Heading1">
    <w:name w:val="heading 1"/>
    <w:aliases w:val="leszno1"/>
    <w:basedOn w:val="Normal"/>
    <w:next w:val="Normal"/>
    <w:link w:val="Heading1Char"/>
    <w:autoRedefine/>
    <w:uiPriority w:val="99"/>
    <w:qFormat/>
    <w:rsid w:val="006F6E62"/>
    <w:pPr>
      <w:keepNext/>
      <w:numPr>
        <w:numId w:val="24"/>
      </w:numPr>
      <w:tabs>
        <w:tab w:val="left" w:pos="284"/>
      </w:tabs>
      <w:spacing w:before="240" w:after="240"/>
      <w:jc w:val="left"/>
      <w:outlineLvl w:val="0"/>
    </w:pPr>
    <w:rPr>
      <w:rFonts w:cs="Arial"/>
      <w:b/>
      <w:bCs/>
      <w:szCs w:val="22"/>
    </w:rPr>
  </w:style>
  <w:style w:type="paragraph" w:styleId="Heading2">
    <w:name w:val="heading 2"/>
    <w:aliases w:val="leszno2"/>
    <w:basedOn w:val="Normal"/>
    <w:next w:val="Normal"/>
    <w:link w:val="Heading2Char"/>
    <w:autoRedefine/>
    <w:uiPriority w:val="99"/>
    <w:qFormat/>
    <w:rsid w:val="006F6E62"/>
    <w:pPr>
      <w:keepNext/>
      <w:numPr>
        <w:ilvl w:val="1"/>
        <w:numId w:val="24"/>
      </w:numPr>
      <w:tabs>
        <w:tab w:val="left" w:pos="284"/>
      </w:tabs>
      <w:spacing w:before="120" w:after="120"/>
      <w:jc w:val="left"/>
      <w:outlineLvl w:val="1"/>
    </w:pPr>
    <w:rPr>
      <w:rFonts w:cs="Arial"/>
      <w:b/>
      <w:bCs/>
      <w:iCs/>
      <w:szCs w:val="22"/>
    </w:rPr>
  </w:style>
  <w:style w:type="paragraph" w:styleId="Heading3">
    <w:name w:val="heading 3"/>
    <w:aliases w:val="leszno3"/>
    <w:basedOn w:val="Normal"/>
    <w:next w:val="Normal"/>
    <w:link w:val="Heading3Char"/>
    <w:autoRedefine/>
    <w:uiPriority w:val="99"/>
    <w:qFormat/>
    <w:rsid w:val="006F6E62"/>
    <w:pPr>
      <w:keepNext/>
      <w:numPr>
        <w:ilvl w:val="2"/>
        <w:numId w:val="24"/>
      </w:numPr>
      <w:spacing w:before="120" w:after="120"/>
      <w:outlineLvl w:val="2"/>
    </w:pPr>
    <w:rPr>
      <w:rFonts w:cs="Arial"/>
      <w:bCs/>
      <w:szCs w:val="26"/>
    </w:rPr>
  </w:style>
  <w:style w:type="paragraph" w:styleId="Heading4">
    <w:name w:val="heading 4"/>
    <w:aliases w:val="leszno4"/>
    <w:basedOn w:val="Normal"/>
    <w:next w:val="Normal"/>
    <w:link w:val="Heading4Char"/>
    <w:autoRedefine/>
    <w:uiPriority w:val="99"/>
    <w:qFormat/>
    <w:rsid w:val="006F6E62"/>
    <w:pPr>
      <w:keepNext/>
      <w:numPr>
        <w:ilvl w:val="3"/>
        <w:numId w:val="25"/>
      </w:numPr>
      <w:tabs>
        <w:tab w:val="left" w:pos="284"/>
      </w:tabs>
      <w:spacing w:before="120" w:after="60"/>
      <w:outlineLvl w:val="3"/>
    </w:pPr>
    <w:rPr>
      <w:bCs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F6E6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F6E62"/>
    <w:pPr>
      <w:ind w:left="1620" w:hanging="180"/>
      <w:outlineLvl w:val="5"/>
    </w:pPr>
    <w:rPr>
      <w:rFonts w:ascii="Times New Roman" w:hAnsi="Times New Roman"/>
      <w:color w:val="000000"/>
      <w:sz w:val="20"/>
      <w:szCs w:val="20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F6E62"/>
    <w:pPr>
      <w:spacing w:before="240" w:after="60"/>
      <w:outlineLvl w:val="6"/>
    </w:pPr>
    <w:rPr>
      <w:rFonts w:ascii="Calibri" w:hAnsi="Calibri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F6E62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F6E6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eszno1 Char"/>
    <w:basedOn w:val="DefaultParagraphFont"/>
    <w:link w:val="Heading1"/>
    <w:uiPriority w:val="99"/>
    <w:locked/>
    <w:rsid w:val="006F6E62"/>
    <w:rPr>
      <w:rFonts w:ascii="Arial" w:hAnsi="Arial" w:cs="Arial"/>
      <w:b/>
      <w:bCs/>
      <w:sz w:val="22"/>
      <w:szCs w:val="22"/>
    </w:rPr>
  </w:style>
  <w:style w:type="character" w:customStyle="1" w:styleId="Heading2Char">
    <w:name w:val="Heading 2 Char"/>
    <w:aliases w:val="leszno2 Char"/>
    <w:basedOn w:val="DefaultParagraphFont"/>
    <w:link w:val="Heading2"/>
    <w:uiPriority w:val="99"/>
    <w:locked/>
    <w:rsid w:val="006F6E62"/>
    <w:rPr>
      <w:rFonts w:ascii="Arial" w:hAnsi="Arial" w:cs="Arial"/>
      <w:b/>
      <w:bCs/>
      <w:iCs/>
      <w:sz w:val="22"/>
      <w:szCs w:val="22"/>
    </w:rPr>
  </w:style>
  <w:style w:type="character" w:customStyle="1" w:styleId="Heading3Char">
    <w:name w:val="Heading 3 Char"/>
    <w:aliases w:val="leszno3 Char"/>
    <w:basedOn w:val="DefaultParagraphFont"/>
    <w:link w:val="Heading3"/>
    <w:uiPriority w:val="99"/>
    <w:locked/>
    <w:rsid w:val="006F6E62"/>
    <w:rPr>
      <w:rFonts w:ascii="Arial" w:hAnsi="Arial" w:cs="Arial"/>
      <w:bCs/>
      <w:sz w:val="26"/>
      <w:szCs w:val="26"/>
    </w:rPr>
  </w:style>
  <w:style w:type="character" w:customStyle="1" w:styleId="Heading4Char">
    <w:name w:val="Heading 4 Char"/>
    <w:aliases w:val="leszno4 Char"/>
    <w:basedOn w:val="DefaultParagraphFont"/>
    <w:link w:val="Heading4"/>
    <w:uiPriority w:val="99"/>
    <w:locked/>
    <w:rsid w:val="006F6E62"/>
    <w:rPr>
      <w:rFonts w:ascii="Arial" w:hAnsi="Arial" w:cs="Times New Roman"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F6E6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F6E62"/>
    <w:rPr>
      <w:rFonts w:eastAsia="Times New Roman" w:cs="Times New Roman"/>
      <w:snapToGrid w:val="0"/>
      <w:color w:val="000000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F6E6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F6E6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F6E62"/>
    <w:rPr>
      <w:rFonts w:ascii="Cambria" w:hAnsi="Cambria" w:cs="Times New Roman"/>
      <w:sz w:val="22"/>
      <w:szCs w:val="22"/>
    </w:rPr>
  </w:style>
  <w:style w:type="paragraph" w:styleId="Title">
    <w:name w:val="Title"/>
    <w:aliases w:val="lesznoT"/>
    <w:basedOn w:val="Normal"/>
    <w:link w:val="TitleChar"/>
    <w:autoRedefine/>
    <w:uiPriority w:val="99"/>
    <w:qFormat/>
    <w:rsid w:val="006F6E62"/>
    <w:pPr>
      <w:spacing w:before="240" w:after="480"/>
      <w:ind w:left="1134" w:hanging="1134"/>
      <w:jc w:val="left"/>
      <w:outlineLvl w:val="0"/>
    </w:pPr>
    <w:rPr>
      <w:rFonts w:cs="Arial"/>
      <w:b/>
      <w:bCs/>
      <w:kern w:val="28"/>
      <w:sz w:val="28"/>
      <w:szCs w:val="32"/>
    </w:rPr>
  </w:style>
  <w:style w:type="character" w:customStyle="1" w:styleId="TitleChar">
    <w:name w:val="Title Char"/>
    <w:aliases w:val="lesznoT Char"/>
    <w:basedOn w:val="DefaultParagraphFont"/>
    <w:link w:val="Title"/>
    <w:uiPriority w:val="99"/>
    <w:locked/>
    <w:rsid w:val="006F6E62"/>
    <w:rPr>
      <w:rFonts w:ascii="Arial" w:hAnsi="Arial" w:cs="Arial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6F6E62"/>
    <w:rPr>
      <w:rFonts w:cs="Times New Roman"/>
      <w:b/>
    </w:rPr>
  </w:style>
  <w:style w:type="paragraph" w:customStyle="1" w:styleId="lesznoa">
    <w:name w:val="leszno a)"/>
    <w:basedOn w:val="Normal"/>
    <w:autoRedefine/>
    <w:uiPriority w:val="99"/>
    <w:rsid w:val="006F6E62"/>
    <w:pPr>
      <w:numPr>
        <w:numId w:val="27"/>
      </w:numPr>
      <w:spacing w:before="120" w:after="120"/>
    </w:pPr>
  </w:style>
  <w:style w:type="character" w:styleId="PageNumber">
    <w:name w:val="page number"/>
    <w:aliases w:val="Lesznonr"/>
    <w:basedOn w:val="DefaultParagraphFont"/>
    <w:uiPriority w:val="99"/>
    <w:rsid w:val="00780171"/>
    <w:rPr>
      <w:rFonts w:cs="Times New Roman"/>
    </w:rPr>
  </w:style>
  <w:style w:type="paragraph" w:styleId="Footer">
    <w:name w:val="footer"/>
    <w:aliases w:val="SLeszno"/>
    <w:basedOn w:val="Normal"/>
    <w:link w:val="FooterChar"/>
    <w:autoRedefine/>
    <w:uiPriority w:val="99"/>
    <w:rsid w:val="006F6E62"/>
    <w:pPr>
      <w:widowControl/>
      <w:tabs>
        <w:tab w:val="center" w:pos="4819"/>
        <w:tab w:val="right" w:pos="9071"/>
      </w:tabs>
      <w:jc w:val="left"/>
    </w:pPr>
    <w:rPr>
      <w:szCs w:val="20"/>
    </w:rPr>
  </w:style>
  <w:style w:type="character" w:customStyle="1" w:styleId="FooterChar">
    <w:name w:val="Footer Char"/>
    <w:aliases w:val="SLeszno Char"/>
    <w:basedOn w:val="DefaultParagraphFont"/>
    <w:link w:val="Footer"/>
    <w:uiPriority w:val="99"/>
    <w:locked/>
    <w:rsid w:val="006F6E62"/>
    <w:rPr>
      <w:rFonts w:ascii="Arial" w:hAnsi="Arial" w:cs="Times New Roman"/>
      <w:sz w:val="22"/>
    </w:rPr>
  </w:style>
  <w:style w:type="paragraph" w:customStyle="1" w:styleId="Leszno3">
    <w:name w:val="Leszno3"/>
    <w:basedOn w:val="Normal"/>
    <w:autoRedefine/>
    <w:uiPriority w:val="99"/>
    <w:rsid w:val="006F6E62"/>
    <w:pPr>
      <w:shd w:val="clear" w:color="auto" w:fill="FFFFFF"/>
      <w:spacing w:line="213" w:lineRule="exact"/>
      <w:ind w:left="5"/>
    </w:pPr>
    <w:rPr>
      <w:szCs w:val="20"/>
      <w:bdr w:val="single" w:sz="4" w:space="0" w:color="auto"/>
    </w:rPr>
  </w:style>
  <w:style w:type="paragraph" w:styleId="ListParagraph">
    <w:name w:val="List Paragraph"/>
    <w:aliases w:val="LesznoKreska"/>
    <w:basedOn w:val="Normal"/>
    <w:autoRedefine/>
    <w:uiPriority w:val="99"/>
    <w:qFormat/>
    <w:rsid w:val="006F6E62"/>
    <w:pPr>
      <w:numPr>
        <w:numId w:val="26"/>
      </w:numPr>
      <w:shd w:val="clear" w:color="auto" w:fill="FFFFFF"/>
      <w:tabs>
        <w:tab w:val="left" w:pos="274"/>
      </w:tabs>
      <w:autoSpaceDE w:val="0"/>
      <w:autoSpaceDN w:val="0"/>
      <w:adjustRightInd w:val="0"/>
      <w:spacing w:before="5" w:line="240" w:lineRule="exact"/>
    </w:pPr>
    <w:rPr>
      <w:color w:val="000000"/>
      <w:spacing w:val="-1"/>
    </w:rPr>
  </w:style>
  <w:style w:type="paragraph" w:styleId="Subtitle">
    <w:name w:val="Subtitle"/>
    <w:basedOn w:val="Normal"/>
    <w:next w:val="Normal"/>
    <w:link w:val="SubtitleChar"/>
    <w:uiPriority w:val="99"/>
    <w:qFormat/>
    <w:rsid w:val="006F6E62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F6E6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6F6E62"/>
    <w:rPr>
      <w:rFonts w:cs="Times New Roman"/>
      <w:i/>
      <w:iCs/>
    </w:rPr>
  </w:style>
  <w:style w:type="paragraph" w:styleId="NoSpacing">
    <w:name w:val="No Spacing"/>
    <w:uiPriority w:val="99"/>
    <w:qFormat/>
    <w:rsid w:val="006F6E62"/>
    <w:pPr>
      <w:widowControl w:val="0"/>
      <w:jc w:val="both"/>
    </w:pPr>
    <w:rPr>
      <w:rFonts w:ascii="Arial" w:hAnsi="Arial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F6E6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F6E62"/>
    <w:rPr>
      <w:rFonts w:ascii="Arial" w:hAnsi="Arial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6F6E62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6F6E62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6F6E62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6F6E62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6F6E62"/>
    <w:rPr>
      <w:rFonts w:cs="Times New Roman"/>
      <w:b/>
      <w:bCs/>
      <w:smallCaps/>
      <w:spacing w:val="5"/>
    </w:rPr>
  </w:style>
  <w:style w:type="paragraph" w:styleId="BodyText">
    <w:name w:val="Body Text"/>
    <w:basedOn w:val="Normal"/>
    <w:link w:val="BodyTextChar"/>
    <w:uiPriority w:val="99"/>
    <w:semiHidden/>
    <w:rsid w:val="000742A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742A4"/>
    <w:rPr>
      <w:rFonts w:eastAsia="Times New Roman" w:cs="Times New Roman"/>
      <w:kern w:val="1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49599E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9599E"/>
    <w:rPr>
      <w:rFonts w:ascii="Arial" w:hAnsi="Arial" w:cs="Times New Roman"/>
      <w:sz w:val="22"/>
    </w:rPr>
  </w:style>
  <w:style w:type="paragraph" w:customStyle="1" w:styleId="wypenienie">
    <w:name w:val="wypełnienie"/>
    <w:basedOn w:val="Normal"/>
    <w:uiPriority w:val="99"/>
    <w:rsid w:val="0049599E"/>
    <w:pPr>
      <w:widowControl/>
      <w:suppressAutoHyphens/>
      <w:jc w:val="left"/>
    </w:pPr>
    <w:rPr>
      <w:rFonts w:ascii="Arial Narrow" w:hAnsi="Arial Narrow" w:cs="Arial"/>
      <w:b/>
      <w:caps/>
      <w:sz w:val="24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109</Words>
  <Characters>658</Characters>
  <Application>Microsoft Office Outlook</Application>
  <DocSecurity>0</DocSecurity>
  <Lines>0</Lines>
  <Paragraphs>0</Paragraphs>
  <ScaleCrop>false</ScaleCrop>
  <Company>Dromost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PRACOWNIA    PROJEKTOWA     KONSTRUKCJI     BUDOWLANYCH</dc:title>
  <dc:subject/>
  <dc:creator>z.stachowski</dc:creator>
  <cp:keywords/>
  <dc:description/>
  <cp:lastModifiedBy>Jarosław Tafelski</cp:lastModifiedBy>
  <cp:revision>4</cp:revision>
  <cp:lastPrinted>2014-09-29T11:45:00Z</cp:lastPrinted>
  <dcterms:created xsi:type="dcterms:W3CDTF">2014-09-29T09:14:00Z</dcterms:created>
  <dcterms:modified xsi:type="dcterms:W3CDTF">2014-09-29T11:46:00Z</dcterms:modified>
</cp:coreProperties>
</file>